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-585"/>
        <w:tblW w:w="4851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  <w:tblDescription w:val="Diseño de tabla para escribir el logotipo, número de factura, fecha, fecha de vencimiento, nombre de compañía y lema, dirección, números de teléfono y fax y dirección de correo"/>
      </w:tblPr>
      <w:tblGrid>
        <w:gridCol w:w="5480"/>
        <w:gridCol w:w="3836"/>
      </w:tblGrid>
      <w:tr w:rsidR="00511D2E" w:rsidRPr="00D2338A" w14:paraId="71722128" w14:textId="77777777" w:rsidTr="001D2542">
        <w:trPr>
          <w:trHeight w:val="555"/>
        </w:trPr>
        <w:tc>
          <w:tcPr>
            <w:tcW w:w="548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14:paraId="0E984722" w14:textId="3FC24FFA" w:rsidR="009C5836" w:rsidRPr="00D2338A" w:rsidRDefault="00511D2E" w:rsidP="001D2542">
            <w:pPr>
              <w:rPr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48240DE" wp14:editId="4116EE3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0</wp:posOffset>
                  </wp:positionV>
                  <wp:extent cx="749935" cy="749935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36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14:paraId="02EDA225" w14:textId="6B610B65" w:rsidR="009C5836" w:rsidRPr="00D2338A" w:rsidRDefault="00E614CB" w:rsidP="001D2542">
            <w:pPr>
              <w:pStyle w:val="Ttulo1"/>
              <w:rPr>
                <w:lang w:val="es-MX"/>
              </w:rPr>
            </w:pPr>
            <w:r>
              <w:rPr>
                <w:lang w:val="es-MX"/>
              </w:rPr>
              <w:t>ORDEN DE PAGO</w:t>
            </w:r>
          </w:p>
        </w:tc>
      </w:tr>
      <w:tr w:rsidR="00511D2E" w:rsidRPr="00D2338A" w14:paraId="5CC4D8B9" w14:textId="77777777" w:rsidTr="001D2542">
        <w:trPr>
          <w:trHeight w:val="464"/>
        </w:trPr>
        <w:tc>
          <w:tcPr>
            <w:tcW w:w="548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14:paraId="35663370" w14:textId="718E41E1" w:rsidR="009C5836" w:rsidRPr="00D2338A" w:rsidRDefault="009C5836" w:rsidP="001D2542">
            <w:pPr>
              <w:pStyle w:val="Eslogan"/>
              <w:rPr>
                <w:noProof/>
                <w:lang w:val="es-MX"/>
              </w:rPr>
            </w:pPr>
          </w:p>
        </w:tc>
        <w:tc>
          <w:tcPr>
            <w:tcW w:w="38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D01EAA" w14:textId="64054A6F" w:rsidR="009C5836" w:rsidRPr="00D2338A" w:rsidRDefault="009C5836" w:rsidP="001D2542">
            <w:pPr>
              <w:pStyle w:val="Fechaynmero"/>
              <w:jc w:val="left"/>
              <w:rPr>
                <w:lang w:val="es-MX"/>
              </w:rPr>
            </w:pPr>
          </w:p>
          <w:p w14:paraId="47352478" w14:textId="7B1508B2" w:rsidR="009C5836" w:rsidRPr="00D2338A" w:rsidRDefault="00000000" w:rsidP="001D2542">
            <w:pPr>
              <w:pStyle w:val="Fechaynmero"/>
              <w:rPr>
                <w:lang w:val="es-MX"/>
              </w:rPr>
            </w:pPr>
            <w:sdt>
              <w:sdtPr>
                <w:rPr>
                  <w:lang w:val="es-MX"/>
                </w:rPr>
                <w:alias w:val="Fecha:"/>
                <w:tag w:val="Fecha:"/>
                <w:id w:val="-2048360737"/>
                <w:placeholder>
                  <w:docPart w:val="382FE52045D44553B9337608A19B2F38"/>
                </w:placeholder>
                <w:temporary/>
                <w:showingPlcHdr/>
                <w15:appearance w15:val="hidden"/>
              </w:sdtPr>
              <w:sdtContent>
                <w:r w:rsidR="007501D0" w:rsidRPr="00D2338A">
                  <w:rPr>
                    <w:lang w:val="es-MX" w:bidi="es-MX"/>
                  </w:rPr>
                  <w:t>Fecha:</w:t>
                </w:r>
              </w:sdtContent>
            </w:sdt>
            <w:r w:rsidR="009C5836" w:rsidRPr="00D2338A">
              <w:rPr>
                <w:lang w:val="es-MX" w:bidi="es-MX"/>
              </w:rPr>
              <w:t xml:space="preserve"> </w:t>
            </w:r>
            <w:r w:rsidR="00E614CB">
              <w:rPr>
                <w:lang w:val="es-MX" w:bidi="es-MX"/>
              </w:rPr>
              <w:t>08</w:t>
            </w:r>
            <w:r w:rsidR="000D3364">
              <w:rPr>
                <w:lang w:val="es-MX"/>
              </w:rPr>
              <w:t>/0</w:t>
            </w:r>
            <w:r w:rsidR="00E614CB">
              <w:rPr>
                <w:lang w:val="es-MX"/>
              </w:rPr>
              <w:t>2</w:t>
            </w:r>
            <w:r w:rsidR="000D3364">
              <w:rPr>
                <w:lang w:val="es-MX"/>
              </w:rPr>
              <w:t>/2023</w:t>
            </w:r>
          </w:p>
        </w:tc>
      </w:tr>
      <w:tr w:rsidR="00511D2E" w:rsidRPr="00D2338A" w14:paraId="22734CA2" w14:textId="77777777" w:rsidTr="001D2542">
        <w:trPr>
          <w:trHeight w:val="426"/>
        </w:trPr>
        <w:tc>
          <w:tcPr>
            <w:tcW w:w="548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14:paraId="06BB15D7" w14:textId="489E14DA" w:rsidR="00D36630" w:rsidRPr="00D2338A" w:rsidRDefault="00511D2E" w:rsidP="001D2542">
            <w:pPr>
              <w:rPr>
                <w:lang w:val="es-MX"/>
              </w:rPr>
            </w:pPr>
            <w:r>
              <w:rPr>
                <w:lang w:val="es-MX"/>
              </w:rPr>
              <w:t xml:space="preserve">Morelia, Michoacán. </w:t>
            </w:r>
          </w:p>
          <w:p w14:paraId="52418A68" w14:textId="3007C07C" w:rsidR="00D36630" w:rsidRPr="00D2338A" w:rsidRDefault="00000000" w:rsidP="001D2542">
            <w:pPr>
              <w:rPr>
                <w:lang w:val="es-MX"/>
              </w:rPr>
            </w:pPr>
            <w:sdt>
              <w:sdtPr>
                <w:rPr>
                  <w:lang w:val="es-MX"/>
                </w:rPr>
                <w:alias w:val="Teléfono:"/>
                <w:tag w:val="Teléfono:"/>
                <w:id w:val="1967379219"/>
                <w:placeholder>
                  <w:docPart w:val="291D838EF33D40F4868F7E3D35BF98AE"/>
                </w:placeholder>
                <w:temporary/>
                <w:showingPlcHdr/>
                <w15:appearance w15:val="hidden"/>
              </w:sdtPr>
              <w:sdtContent>
                <w:r w:rsidR="00FC55BD" w:rsidRPr="00D2338A">
                  <w:rPr>
                    <w:lang w:val="es-MX" w:bidi="es-MX"/>
                  </w:rPr>
                  <w:t>Teléfono</w:t>
                </w:r>
              </w:sdtContent>
            </w:sdt>
            <w:r w:rsidR="00FC55BD" w:rsidRPr="00D2338A">
              <w:rPr>
                <w:lang w:val="es-MX" w:bidi="es-MX"/>
              </w:rPr>
              <w:t xml:space="preserve"> </w:t>
            </w:r>
            <w:r w:rsidR="00511D2E">
              <w:rPr>
                <w:lang w:val="es-MX"/>
              </w:rPr>
              <w:t>: 4434017325</w:t>
            </w:r>
          </w:p>
          <w:p w14:paraId="3767A58D" w14:textId="757FC849" w:rsidR="003A1E70" w:rsidRPr="00D2338A" w:rsidRDefault="00000000" w:rsidP="001D2542">
            <w:pPr>
              <w:rPr>
                <w:lang w:val="es-MX"/>
              </w:rPr>
            </w:pPr>
            <w:sdt>
              <w:sdtPr>
                <w:rPr>
                  <w:lang w:val="es-MX"/>
                </w:rPr>
                <w:alias w:val="Escribe el correo:"/>
                <w:tag w:val="Escribe el correo:"/>
                <w:id w:val="955042367"/>
                <w:placeholder>
                  <w:docPart w:val="D7A57CCA887B4315B941B41D71D92554"/>
                </w:placeholder>
                <w:temporary/>
                <w:showingPlcHdr/>
                <w15:appearance w15:val="hidden"/>
              </w:sdtPr>
              <w:sdtContent>
                <w:r w:rsidR="00BC5200" w:rsidRPr="00D2338A">
                  <w:rPr>
                    <w:lang w:val="es-MX" w:bidi="es-MX"/>
                  </w:rPr>
                  <w:t>Correo</w:t>
                </w:r>
              </w:sdtContent>
            </w:sdt>
            <w:r w:rsidR="00511D2E">
              <w:rPr>
                <w:lang w:val="es-MX"/>
              </w:rPr>
              <w:t>: sistema.alvacar@gmail.com</w:t>
            </w:r>
          </w:p>
        </w:tc>
        <w:tc>
          <w:tcPr>
            <w:tcW w:w="3836" w:type="dxa"/>
            <w:tcBorders>
              <w:top w:val="nil"/>
              <w:bottom w:val="nil"/>
            </w:tcBorders>
            <w:tcMar>
              <w:bottom w:w="0" w:type="dxa"/>
            </w:tcMar>
          </w:tcPr>
          <w:p w14:paraId="1E46F009" w14:textId="000DD52F" w:rsidR="003A1E70" w:rsidRPr="00D2338A" w:rsidRDefault="00000000" w:rsidP="001D2542">
            <w:pPr>
              <w:pStyle w:val="Fechadevencimiento"/>
              <w:rPr>
                <w:lang w:val="es-MX"/>
              </w:rPr>
            </w:pPr>
            <w:sdt>
              <w:sdtPr>
                <w:rPr>
                  <w:rStyle w:val="Caracteresdefechaynmero"/>
                  <w:lang w:val="es-MX"/>
                </w:rPr>
                <w:alias w:val="Escribe la fecha de vencimiento:"/>
                <w:tag w:val="Escribe la fecha de vencimiento:"/>
                <w:id w:val="-932046596"/>
                <w:placeholder>
                  <w:docPart w:val="649B7192CC814E5FA721AA07137ACBB8"/>
                </w:placeholder>
                <w:temporary/>
                <w:showingPlcHdr/>
                <w15:appearance w15:val="hidden"/>
              </w:sdtPr>
              <w:sdtEndPr>
                <w:rPr>
                  <w:rStyle w:val="Fuentedeprrafopredeter"/>
                  <w:caps/>
                </w:rPr>
              </w:sdtEndPr>
              <w:sdtContent>
                <w:r w:rsidR="00386F5F" w:rsidRPr="00D2338A">
                  <w:rPr>
                    <w:lang w:val="es-MX" w:bidi="es-MX"/>
                  </w:rPr>
                  <w:t>Fecha</w:t>
                </w:r>
              </w:sdtContent>
            </w:sdt>
            <w:r w:rsidR="000D3364">
              <w:rPr>
                <w:rStyle w:val="Caracteresdefechaynmero"/>
                <w:lang w:val="es-MX"/>
              </w:rPr>
              <w:t xml:space="preserve"> </w:t>
            </w:r>
            <w:r w:rsidR="0070500E">
              <w:rPr>
                <w:rStyle w:val="Caracteresdefechaynmero"/>
                <w:lang w:val="es-MX"/>
              </w:rPr>
              <w:t>VENCIMIENTO:</w:t>
            </w:r>
            <w:r w:rsidR="000D3364">
              <w:rPr>
                <w:rStyle w:val="Caracteresdefechaynmero"/>
                <w:lang w:val="es-MX"/>
              </w:rPr>
              <w:t xml:space="preserve"> </w:t>
            </w:r>
            <w:r w:rsidR="00E614CB">
              <w:rPr>
                <w:rStyle w:val="Caracteresdefechaynmero"/>
                <w:lang w:val="es-MX"/>
              </w:rPr>
              <w:t>10</w:t>
            </w:r>
            <w:r w:rsidR="000D3364">
              <w:rPr>
                <w:rStyle w:val="Caracteresdefechaynmero"/>
                <w:lang w:val="es-MX"/>
              </w:rPr>
              <w:t>/0</w:t>
            </w:r>
            <w:r w:rsidR="00E614CB">
              <w:rPr>
                <w:rStyle w:val="Caracteresdefechaynmero"/>
                <w:lang w:val="es-MX"/>
              </w:rPr>
              <w:t>2</w:t>
            </w:r>
            <w:r w:rsidR="000D3364">
              <w:rPr>
                <w:rStyle w:val="Caracteresdefechaynmero"/>
                <w:lang w:val="es-MX"/>
              </w:rPr>
              <w:t>/2023</w:t>
            </w:r>
          </w:p>
        </w:tc>
      </w:tr>
    </w:tbl>
    <w:p w14:paraId="3C4FA1A4" w14:textId="77777777" w:rsidR="008A3C48" w:rsidRPr="00D2338A" w:rsidRDefault="008A3C48" w:rsidP="00897D19">
      <w:pPr>
        <w:rPr>
          <w:lang w:val="es-MX"/>
        </w:rPr>
      </w:pPr>
    </w:p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  <w:tblDescription w:val="Escribe en el nombre del contacto, el nombre de la empresa, la dirección, el número de teléfono y el número de id. de cliente"/>
      </w:tblPr>
      <w:tblGrid>
        <w:gridCol w:w="616"/>
        <w:gridCol w:w="5214"/>
        <w:gridCol w:w="3772"/>
      </w:tblGrid>
      <w:tr w:rsidR="003A1E70" w:rsidRPr="00D2338A" w14:paraId="7EBFE637" w14:textId="77777777" w:rsidTr="00D36630">
        <w:trPr>
          <w:trHeight w:val="1184"/>
        </w:trPr>
        <w:tc>
          <w:tcPr>
            <w:tcW w:w="450" w:type="dxa"/>
          </w:tcPr>
          <w:p w14:paraId="55F8F2A9" w14:textId="77777777" w:rsidR="003A1E70" w:rsidRPr="00D2338A" w:rsidRDefault="00000000" w:rsidP="00703C78">
            <w:pPr>
              <w:pStyle w:val="Ttulo2"/>
              <w:rPr>
                <w:lang w:val="es-MX"/>
              </w:rPr>
            </w:pPr>
            <w:sdt>
              <w:sdtPr>
                <w:rPr>
                  <w:lang w:val="es-MX"/>
                </w:rPr>
                <w:alias w:val="Para:"/>
                <w:tag w:val="Para:"/>
                <w:id w:val="-629860407"/>
                <w:placeholder>
                  <w:docPart w:val="C96BCFC4745346048DE18090E656CBD8"/>
                </w:placeholder>
                <w:temporary/>
                <w:showingPlcHdr/>
                <w15:appearance w15:val="hidden"/>
              </w:sdtPr>
              <w:sdtContent>
                <w:r w:rsidR="00BC5200" w:rsidRPr="00D2338A">
                  <w:rPr>
                    <w:lang w:val="es-MX" w:bidi="es-MX"/>
                  </w:rPr>
                  <w:t>Para</w:t>
                </w:r>
              </w:sdtContent>
            </w:sdt>
          </w:p>
        </w:tc>
        <w:tc>
          <w:tcPr>
            <w:tcW w:w="5569" w:type="dxa"/>
          </w:tcPr>
          <w:p w14:paraId="073E6FE1" w14:textId="77777777" w:rsidR="00C419F2" w:rsidRDefault="00C419F2" w:rsidP="00D36630">
            <w:pPr>
              <w:rPr>
                <w:lang w:val="es-MX"/>
              </w:rPr>
            </w:pPr>
          </w:p>
          <w:p w14:paraId="1CA74178" w14:textId="1C2F84D6" w:rsidR="003A1E70" w:rsidRPr="00C419F2" w:rsidRDefault="00C419F2" w:rsidP="00D36630">
            <w:r>
              <w:rPr>
                <w:lang w:val="es-MX"/>
              </w:rPr>
              <w:t>Nombre Cliente:</w:t>
            </w:r>
            <w:r>
              <w:t xml:space="preserve"> </w:t>
            </w:r>
            <w:r w:rsidR="000D3364">
              <w:t xml:space="preserve"> </w:t>
            </w:r>
            <w:r w:rsidR="0070500E">
              <w:rPr>
                <w:lang w:val="es-MX"/>
              </w:rPr>
              <w:t xml:space="preserve"> </w:t>
            </w:r>
            <w:r w:rsidR="00E614CB">
              <w:rPr>
                <w:lang w:val="es-MX"/>
              </w:rPr>
              <w:t>Diego Yépez</w:t>
            </w:r>
            <w:r>
              <w:rPr>
                <w:lang w:val="es-MX"/>
              </w:rPr>
              <w:t xml:space="preserve">. </w:t>
            </w:r>
          </w:p>
        </w:tc>
        <w:tc>
          <w:tcPr>
            <w:tcW w:w="4061" w:type="dxa"/>
          </w:tcPr>
          <w:p w14:paraId="57875B21" w14:textId="77777777" w:rsidR="003A1E70" w:rsidRPr="00D2338A" w:rsidRDefault="003A1E70" w:rsidP="00DF7693">
            <w:pPr>
              <w:rPr>
                <w:lang w:val="es-MX"/>
              </w:rPr>
            </w:pPr>
          </w:p>
        </w:tc>
      </w:tr>
    </w:tbl>
    <w:p w14:paraId="22EFB508" w14:textId="77777777" w:rsidR="008A3C48" w:rsidRPr="00D2338A" w:rsidRDefault="008A3C48">
      <w:pPr>
        <w:rPr>
          <w:lang w:val="es-MX"/>
        </w:rPr>
      </w:pPr>
    </w:p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  <w:tblDescription w:val="Escribe el nombre del vendedor, puesto, condiciones de pago y fecha de vencimiento en esta tabla"/>
      </w:tblPr>
      <w:tblGrid>
        <w:gridCol w:w="2382"/>
        <w:gridCol w:w="2408"/>
        <w:gridCol w:w="2391"/>
        <w:gridCol w:w="2411"/>
      </w:tblGrid>
      <w:tr w:rsidR="00386F5F" w:rsidRPr="001D2542" w14:paraId="30164D09" w14:textId="77777777" w:rsidTr="00D36630">
        <w:trPr>
          <w:cantSplit/>
          <w:trHeight w:val="288"/>
        </w:trPr>
        <w:tc>
          <w:tcPr>
            <w:tcW w:w="2520" w:type="dxa"/>
            <w:shd w:val="clear" w:color="auto" w:fill="DBE5F1" w:themeFill="accent1" w:themeFillTint="33"/>
            <w:vAlign w:val="center"/>
          </w:tcPr>
          <w:p w14:paraId="6100C0DB" w14:textId="05AD4468" w:rsidR="00C1473F" w:rsidRPr="001D2542" w:rsidRDefault="00C419F2" w:rsidP="008A3C48">
            <w:pPr>
              <w:pStyle w:val="Ttulosdecolumna"/>
              <w:rPr>
                <w:sz w:val="16"/>
                <w:szCs w:val="16"/>
                <w:lang w:val="es-MX"/>
              </w:rPr>
            </w:pPr>
            <w:r w:rsidRPr="001D2542">
              <w:rPr>
                <w:sz w:val="16"/>
                <w:szCs w:val="16"/>
                <w:lang w:val="es-MX"/>
              </w:rPr>
              <w:t>elaboro</w:t>
            </w:r>
          </w:p>
        </w:tc>
        <w:tc>
          <w:tcPr>
            <w:tcW w:w="2520" w:type="dxa"/>
            <w:shd w:val="clear" w:color="auto" w:fill="DBE5F1" w:themeFill="accent1" w:themeFillTint="33"/>
            <w:vAlign w:val="center"/>
          </w:tcPr>
          <w:p w14:paraId="74F3804D" w14:textId="3183EB18" w:rsidR="00C1473F" w:rsidRPr="001D2542" w:rsidRDefault="00000000" w:rsidP="00C1473F">
            <w:pPr>
              <w:pStyle w:val="Ttulosdecolumna"/>
              <w:rPr>
                <w:sz w:val="16"/>
                <w:szCs w:val="16"/>
                <w:lang w:val="es-MX"/>
              </w:rPr>
            </w:pPr>
            <w:sdt>
              <w:sdtPr>
                <w:rPr>
                  <w:sz w:val="16"/>
                  <w:szCs w:val="16"/>
                  <w:lang w:val="es-MX"/>
                </w:rPr>
                <w:alias w:val="Trabajo:"/>
                <w:tag w:val="Trabajo:"/>
                <w:id w:val="2070611643"/>
                <w:placeholder>
                  <w:docPart w:val="8D5663753044490187DED3217698D4A8"/>
                </w:placeholder>
                <w:temporary/>
                <w:showingPlcHdr/>
                <w15:appearance w15:val="hidden"/>
              </w:sdtPr>
              <w:sdtContent>
                <w:r w:rsidR="00386F5F" w:rsidRPr="001D2542">
                  <w:rPr>
                    <w:sz w:val="16"/>
                    <w:szCs w:val="16"/>
                    <w:lang w:val="es-MX" w:bidi="es-MX"/>
                  </w:rPr>
                  <w:t>trabajo</w:t>
                </w:r>
              </w:sdtContent>
            </w:sdt>
            <w:r w:rsidR="00C419F2" w:rsidRPr="001D2542">
              <w:rPr>
                <w:sz w:val="16"/>
                <w:szCs w:val="16"/>
                <w:lang w:val="es-MX"/>
              </w:rPr>
              <w:t xml:space="preserve"> a realizar</w:t>
            </w:r>
          </w:p>
        </w:tc>
        <w:sdt>
          <w:sdtPr>
            <w:rPr>
              <w:sz w:val="16"/>
              <w:szCs w:val="16"/>
              <w:lang w:val="es-MX"/>
            </w:rPr>
            <w:alias w:val="Términos de pago:"/>
            <w:tag w:val="Términos de pago:"/>
            <w:id w:val="-952712296"/>
            <w:placeholder>
              <w:docPart w:val="6050FDDAAE044DC4B8B0232E2BCDC707"/>
            </w:placeholder>
            <w:temporary/>
            <w:showingPlcHdr/>
            <w15:appearance w15:val="hidden"/>
          </w:sdtPr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14:paraId="3C8DF5A5" w14:textId="77777777" w:rsidR="00C1473F" w:rsidRPr="001D2542" w:rsidRDefault="00386F5F" w:rsidP="008A3C48">
                <w:pPr>
                  <w:pStyle w:val="Ttulosdecolumna"/>
                  <w:rPr>
                    <w:sz w:val="16"/>
                    <w:szCs w:val="16"/>
                    <w:lang w:val="es-MX"/>
                  </w:rPr>
                </w:pPr>
                <w:r w:rsidRPr="001D2542">
                  <w:rPr>
                    <w:sz w:val="16"/>
                    <w:szCs w:val="16"/>
                    <w:lang w:val="es-MX" w:bidi="es-MX"/>
                  </w:rPr>
                  <w:t>términos de pago</w:t>
                </w:r>
              </w:p>
            </w:tc>
          </w:sdtContent>
        </w:sdt>
        <w:sdt>
          <w:sdtPr>
            <w:rPr>
              <w:sz w:val="16"/>
              <w:szCs w:val="16"/>
              <w:lang w:val="es-MX"/>
            </w:rPr>
            <w:alias w:val="Fecha de vencimiento:"/>
            <w:tag w:val="Fecha de vencimiento:"/>
            <w:id w:val="-466052223"/>
            <w:placeholder>
              <w:docPart w:val="033D2A42E60B4281B1354B4A5687FB94"/>
            </w:placeholder>
            <w:temporary/>
            <w:showingPlcHdr/>
            <w15:appearance w15:val="hidden"/>
          </w:sdtPr>
          <w:sdtContent>
            <w:tc>
              <w:tcPr>
                <w:tcW w:w="2520" w:type="dxa"/>
                <w:shd w:val="clear" w:color="auto" w:fill="DBE5F1" w:themeFill="accent1" w:themeFillTint="33"/>
                <w:vAlign w:val="center"/>
              </w:tcPr>
              <w:p w14:paraId="2D159588" w14:textId="77777777" w:rsidR="00C1473F" w:rsidRPr="001D2542" w:rsidRDefault="00386F5F" w:rsidP="008A3C48">
                <w:pPr>
                  <w:pStyle w:val="Ttulosdecolumna"/>
                  <w:rPr>
                    <w:sz w:val="16"/>
                    <w:szCs w:val="16"/>
                    <w:lang w:val="es-MX"/>
                  </w:rPr>
                </w:pPr>
                <w:r w:rsidRPr="001D2542">
                  <w:rPr>
                    <w:sz w:val="16"/>
                    <w:szCs w:val="16"/>
                    <w:lang w:val="es-MX" w:bidi="es-MX"/>
                  </w:rPr>
                  <w:t>fecha de vencimiento</w:t>
                </w:r>
              </w:p>
            </w:tc>
          </w:sdtContent>
        </w:sdt>
      </w:tr>
      <w:tr w:rsidR="00C1473F" w:rsidRPr="001D2542" w14:paraId="16889153" w14:textId="77777777" w:rsidTr="00D36630">
        <w:trPr>
          <w:cantSplit/>
          <w:trHeight w:val="288"/>
        </w:trPr>
        <w:tc>
          <w:tcPr>
            <w:tcW w:w="2520" w:type="dxa"/>
            <w:shd w:val="clear" w:color="auto" w:fill="auto"/>
            <w:vAlign w:val="center"/>
          </w:tcPr>
          <w:p w14:paraId="629628CF" w14:textId="16996FE4" w:rsidR="00C1473F" w:rsidRPr="001D2542" w:rsidRDefault="0070500E" w:rsidP="00761383">
            <w:pPr>
              <w:pStyle w:val="Centrado"/>
              <w:rPr>
                <w:sz w:val="16"/>
                <w:szCs w:val="16"/>
                <w:lang w:val="es-MX"/>
              </w:rPr>
            </w:pPr>
            <w:r w:rsidRPr="001D2542">
              <w:rPr>
                <w:sz w:val="16"/>
                <w:szCs w:val="16"/>
                <w:lang w:val="es-MX"/>
              </w:rPr>
              <w:t>Erwin H. Alvarado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5A88589" w14:textId="4624F998" w:rsidR="00C1473F" w:rsidRPr="001D2542" w:rsidRDefault="00C419F2" w:rsidP="00761383">
            <w:pPr>
              <w:pStyle w:val="Centrado"/>
              <w:rPr>
                <w:sz w:val="16"/>
                <w:szCs w:val="16"/>
                <w:lang w:val="es-MX"/>
              </w:rPr>
            </w:pPr>
            <w:r w:rsidRPr="001D2542">
              <w:rPr>
                <w:sz w:val="16"/>
                <w:szCs w:val="16"/>
                <w:lang w:val="es-MX"/>
              </w:rPr>
              <w:t xml:space="preserve">Programación </w:t>
            </w:r>
            <w:r w:rsidR="00E614CB">
              <w:rPr>
                <w:sz w:val="16"/>
                <w:szCs w:val="16"/>
                <w:lang w:val="es-MX"/>
              </w:rPr>
              <w:t xml:space="preserve">y adecuaciones </w:t>
            </w:r>
            <w:r w:rsidRPr="001D2542">
              <w:rPr>
                <w:sz w:val="16"/>
                <w:szCs w:val="16"/>
                <w:lang w:val="es-MX"/>
              </w:rPr>
              <w:t>de Sistema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D17A7AC" w14:textId="729699D1" w:rsidR="00C1473F" w:rsidRPr="001D2542" w:rsidRDefault="00E614CB" w:rsidP="00761383">
            <w:pPr>
              <w:pStyle w:val="Centrado"/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s-MX"/>
              </w:rPr>
              <w:t xml:space="preserve">En una sola Exhibición. 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F882F3A" w14:textId="33F77EE7" w:rsidR="00C1473F" w:rsidRPr="001D2542" w:rsidRDefault="00E614CB" w:rsidP="00761383">
            <w:pPr>
              <w:pStyle w:val="Centrado"/>
              <w:rPr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  <w:lang w:val="es-MX"/>
              </w:rPr>
              <w:t>10</w:t>
            </w:r>
            <w:r w:rsidR="0070500E" w:rsidRPr="001D2542">
              <w:rPr>
                <w:sz w:val="16"/>
                <w:szCs w:val="16"/>
                <w:lang w:val="es-MX"/>
              </w:rPr>
              <w:t>/0</w:t>
            </w:r>
            <w:r>
              <w:rPr>
                <w:sz w:val="16"/>
                <w:szCs w:val="16"/>
                <w:lang w:val="es-MX"/>
              </w:rPr>
              <w:t>2</w:t>
            </w:r>
            <w:r w:rsidR="0070500E" w:rsidRPr="001D2542">
              <w:rPr>
                <w:sz w:val="16"/>
                <w:szCs w:val="16"/>
                <w:lang w:val="es-MX"/>
              </w:rPr>
              <w:t>/2023</w:t>
            </w:r>
          </w:p>
        </w:tc>
      </w:tr>
    </w:tbl>
    <w:p w14:paraId="103BDB0C" w14:textId="77777777" w:rsidR="009C5836" w:rsidRPr="00D2338A" w:rsidRDefault="009C5836" w:rsidP="00897D19">
      <w:pPr>
        <w:rPr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  <w:tblDescription w:val="Escribe la cantidad, la descripción, el precio unitario, el descuento y el total en línea en las columnas de tabla, y el subtotal, el impuesto sobre las ventas y el total al final de esta tabla"/>
      </w:tblPr>
      <w:tblGrid>
        <w:gridCol w:w="1714"/>
        <w:gridCol w:w="4505"/>
        <w:gridCol w:w="1697"/>
        <w:gridCol w:w="1676"/>
      </w:tblGrid>
      <w:tr w:rsidR="003B18B2" w:rsidRPr="00D2338A" w14:paraId="4FE989EC" w14:textId="77777777" w:rsidTr="00D81279">
        <w:trPr>
          <w:cantSplit/>
          <w:trHeight w:val="288"/>
        </w:trPr>
        <w:sdt>
          <w:sdtPr>
            <w:rPr>
              <w:lang w:val="es-MX"/>
            </w:rPr>
            <w:alias w:val="Cantidad:"/>
            <w:tag w:val="Cantidad:"/>
            <w:id w:val="1546564511"/>
            <w:placeholder>
              <w:docPart w:val="879BF77F524D4043947CE666698854F3"/>
            </w:placeholder>
            <w:temporary/>
            <w:showingPlcHdr/>
            <w15:appearance w15:val="hidden"/>
          </w:sdtPr>
          <w:sdtContent>
            <w:tc>
              <w:tcPr>
                <w:tcW w:w="1714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14:paraId="634F102F" w14:textId="77777777" w:rsidR="00C1473F" w:rsidRPr="00D2338A" w:rsidRDefault="00386F5F" w:rsidP="00723603">
                <w:pPr>
                  <w:pStyle w:val="Ttulosdecolumna"/>
                  <w:rPr>
                    <w:lang w:val="es-MX"/>
                  </w:rPr>
                </w:pPr>
                <w:r w:rsidRPr="00D2338A">
                  <w:rPr>
                    <w:lang w:val="es-MX" w:bidi="es-MX"/>
                  </w:rPr>
                  <w:t>cant.</w:t>
                </w:r>
              </w:p>
            </w:tc>
          </w:sdtContent>
        </w:sdt>
        <w:sdt>
          <w:sdtPr>
            <w:rPr>
              <w:lang w:val="es-MX"/>
            </w:rPr>
            <w:alias w:val="Descripción:"/>
            <w:tag w:val="Descripción:"/>
            <w:id w:val="-1848702004"/>
            <w:placeholder>
              <w:docPart w:val="5BAEC53FBCA640E7B5F8EAC9A3E5CBCB"/>
            </w:placeholder>
            <w:temporary/>
            <w:showingPlcHdr/>
            <w15:appearance w15:val="hidden"/>
          </w:sdtPr>
          <w:sdtContent>
            <w:tc>
              <w:tcPr>
                <w:tcW w:w="4505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14:paraId="6B2CB715" w14:textId="77777777" w:rsidR="00C1473F" w:rsidRPr="00D2338A" w:rsidRDefault="00386F5F" w:rsidP="00723603">
                <w:pPr>
                  <w:pStyle w:val="Ttulosdecolumna"/>
                  <w:rPr>
                    <w:lang w:val="es-MX"/>
                  </w:rPr>
                </w:pPr>
                <w:r w:rsidRPr="00D2338A">
                  <w:rPr>
                    <w:lang w:val="es-MX" w:bidi="es-MX"/>
                  </w:rPr>
                  <w:t>descripción</w:t>
                </w:r>
              </w:p>
            </w:tc>
          </w:sdtContent>
        </w:sdt>
        <w:sdt>
          <w:sdtPr>
            <w:rPr>
              <w:lang w:val="es-MX"/>
            </w:rPr>
            <w:alias w:val="Precio unitario:"/>
            <w:tag w:val="Precio unitario:"/>
            <w:id w:val="551048563"/>
            <w:placeholder>
              <w:docPart w:val="5CE8ED27590B4AC29538565E1B31AA8E"/>
            </w:placeholder>
            <w:temporary/>
            <w:showingPlcHdr/>
            <w15:appearance w15:val="hidden"/>
          </w:sdtPr>
          <w:sdtContent>
            <w:tc>
              <w:tcPr>
                <w:tcW w:w="1697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14:paraId="2D78A2EE" w14:textId="77777777" w:rsidR="00C1473F" w:rsidRPr="00D2338A" w:rsidRDefault="00386F5F" w:rsidP="00723603">
                <w:pPr>
                  <w:pStyle w:val="Ttulosdecolumna"/>
                  <w:rPr>
                    <w:lang w:val="es-MX"/>
                  </w:rPr>
                </w:pPr>
                <w:r w:rsidRPr="00D2338A">
                  <w:rPr>
                    <w:lang w:val="es-MX" w:bidi="es-MX"/>
                  </w:rPr>
                  <w:t>precio unitario</w:t>
                </w:r>
              </w:p>
            </w:tc>
          </w:sdtContent>
        </w:sdt>
        <w:sdt>
          <w:sdtPr>
            <w:rPr>
              <w:lang w:val="es-MX"/>
            </w:rPr>
            <w:alias w:val="Total de la línea:"/>
            <w:tag w:val="Total de la línea:"/>
            <w:id w:val="2009395599"/>
            <w:placeholder>
              <w:docPart w:val="E180FCDEC5994635A980B99532E139D9"/>
            </w:placeholder>
            <w:temporary/>
            <w:showingPlcHdr/>
            <w15:appearance w15:val="hidden"/>
          </w:sdtPr>
          <w:sdtContent>
            <w:tc>
              <w:tcPr>
                <w:tcW w:w="1676" w:type="dxa"/>
                <w:tcBorders>
                  <w:top w:val="single" w:sz="12" w:space="0" w:color="365F91" w:themeColor="accent1" w:themeShade="BF"/>
                  <w:left w:val="single" w:sz="4" w:space="0" w:color="365F91" w:themeColor="accent1" w:themeShade="BF"/>
                  <w:bottom w:val="single" w:sz="4" w:space="0" w:color="365F91" w:themeColor="accent1" w:themeShade="BF"/>
                  <w:right w:val="single" w:sz="4" w:space="0" w:color="365F91" w:themeColor="accent1" w:themeShade="BF"/>
                </w:tcBorders>
                <w:shd w:val="clear" w:color="auto" w:fill="DBE5F1" w:themeFill="accent1" w:themeFillTint="33"/>
                <w:vAlign w:val="center"/>
              </w:tcPr>
              <w:p w14:paraId="080F5982" w14:textId="77777777" w:rsidR="00C1473F" w:rsidRPr="00D2338A" w:rsidRDefault="00386F5F" w:rsidP="00723603">
                <w:pPr>
                  <w:pStyle w:val="Ttulosdecolumna"/>
                  <w:rPr>
                    <w:lang w:val="es-MX"/>
                  </w:rPr>
                </w:pPr>
                <w:r w:rsidRPr="00D2338A">
                  <w:rPr>
                    <w:lang w:val="es-MX" w:bidi="es-MX"/>
                  </w:rPr>
                  <w:t>total de la línea</w:t>
                </w:r>
              </w:p>
            </w:tc>
          </w:sdtContent>
        </w:sdt>
      </w:tr>
      <w:tr w:rsidR="003B18B2" w:rsidRPr="00D2338A" w14:paraId="06C2DAE3" w14:textId="77777777" w:rsidTr="00D81279">
        <w:trPr>
          <w:cantSplit/>
          <w:trHeight w:val="288"/>
        </w:trPr>
        <w:tc>
          <w:tcPr>
            <w:tcW w:w="171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D5CF754" w14:textId="1B976A9E" w:rsidR="00D81279" w:rsidRPr="00D2338A" w:rsidRDefault="00C419F2" w:rsidP="00D81279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450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6527302" w14:textId="278AB7C4" w:rsidR="001D2542" w:rsidRPr="001D2542" w:rsidRDefault="001D2542" w:rsidP="001D2542">
            <w:pPr>
              <w:jc w:val="both"/>
              <w:rPr>
                <w:szCs w:val="17"/>
                <w:lang w:val="es-MX"/>
              </w:rPr>
            </w:pPr>
            <w:r w:rsidRPr="001D2542">
              <w:rPr>
                <w:szCs w:val="17"/>
                <w:lang w:val="es-MX"/>
              </w:rPr>
              <w:t xml:space="preserve"> </w:t>
            </w:r>
          </w:p>
          <w:p w14:paraId="50BA66F8" w14:textId="15A05EAA" w:rsidR="001D2542" w:rsidRPr="001D2542" w:rsidRDefault="001D2542" w:rsidP="001D2542">
            <w:pPr>
              <w:pStyle w:val="Prrafodelista"/>
              <w:numPr>
                <w:ilvl w:val="0"/>
                <w:numId w:val="13"/>
              </w:numPr>
              <w:jc w:val="both"/>
              <w:rPr>
                <w:szCs w:val="17"/>
                <w:lang w:val="es-MX"/>
              </w:rPr>
            </w:pPr>
          </w:p>
          <w:p w14:paraId="02892E22" w14:textId="0DA0F0DC" w:rsidR="001D2542" w:rsidRPr="00D2338A" w:rsidRDefault="001D2542" w:rsidP="00E614CB">
            <w:pPr>
              <w:pStyle w:val="Prrafodelista"/>
              <w:jc w:val="both"/>
              <w:rPr>
                <w:lang w:val="es-MX"/>
              </w:rPr>
            </w:pPr>
          </w:p>
        </w:tc>
        <w:tc>
          <w:tcPr>
            <w:tcW w:w="169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63BB6EF2" w14:textId="0E1352B1" w:rsidR="00D81279" w:rsidRPr="00D2338A" w:rsidRDefault="001D2542" w:rsidP="00D81279">
            <w:pPr>
              <w:pStyle w:val="Importe"/>
              <w:jc w:val="center"/>
              <w:rPr>
                <w:lang w:val="es-MX"/>
              </w:rPr>
            </w:pPr>
            <w:r>
              <w:rPr>
                <w:lang w:val="es-MX"/>
              </w:rPr>
              <w:t>$ 17,500.00</w:t>
            </w:r>
          </w:p>
        </w:tc>
        <w:tc>
          <w:tcPr>
            <w:tcW w:w="167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89C1448" w14:textId="04812320" w:rsidR="00D81279" w:rsidRPr="00D2338A" w:rsidRDefault="001D2542" w:rsidP="00D81279">
            <w:pPr>
              <w:pStyle w:val="Importe"/>
              <w:jc w:val="center"/>
              <w:rPr>
                <w:lang w:val="es-MX"/>
              </w:rPr>
            </w:pPr>
            <w:r>
              <w:rPr>
                <w:lang w:val="es-MX"/>
              </w:rPr>
              <w:t>$ 17,500.00</w:t>
            </w:r>
          </w:p>
        </w:tc>
      </w:tr>
      <w:tr w:rsidR="003B18B2" w:rsidRPr="00D2338A" w14:paraId="3E8E6060" w14:textId="77777777" w:rsidTr="00D81279">
        <w:trPr>
          <w:cantSplit/>
          <w:trHeight w:val="288"/>
        </w:trPr>
        <w:tc>
          <w:tcPr>
            <w:tcW w:w="171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DC45D46" w14:textId="1399CCF5" w:rsidR="00D81279" w:rsidRPr="00D2338A" w:rsidRDefault="00D81279" w:rsidP="00D81279">
            <w:pPr>
              <w:jc w:val="center"/>
              <w:rPr>
                <w:lang w:val="es-MX"/>
              </w:rPr>
            </w:pPr>
          </w:p>
        </w:tc>
        <w:tc>
          <w:tcPr>
            <w:tcW w:w="450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13AFB1B" w14:textId="7AD0B769" w:rsidR="00D81279" w:rsidRPr="003B18B2" w:rsidRDefault="00D81279" w:rsidP="003B18B2">
            <w:pPr>
              <w:jc w:val="both"/>
              <w:rPr>
                <w:i/>
                <w:iCs/>
                <w:u w:val="single"/>
                <w:lang w:val="es-MX"/>
              </w:rPr>
            </w:pPr>
          </w:p>
        </w:tc>
        <w:tc>
          <w:tcPr>
            <w:tcW w:w="169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EC008E3" w14:textId="60F1929D" w:rsidR="00D81279" w:rsidRPr="00D2338A" w:rsidRDefault="003B18B2" w:rsidP="00D81279">
            <w:pPr>
              <w:pStyle w:val="Importe"/>
              <w:jc w:val="center"/>
              <w:rPr>
                <w:lang w:val="es-MX"/>
              </w:rPr>
            </w:pPr>
            <w:r>
              <w:rPr>
                <w:lang w:val="es-MX"/>
              </w:rPr>
              <w:t>-</w:t>
            </w:r>
          </w:p>
        </w:tc>
        <w:tc>
          <w:tcPr>
            <w:tcW w:w="167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7821AA47" w14:textId="113E1E38" w:rsidR="00D81279" w:rsidRPr="00D2338A" w:rsidRDefault="003B18B2" w:rsidP="00D81279">
            <w:pPr>
              <w:pStyle w:val="Importe"/>
              <w:jc w:val="center"/>
              <w:rPr>
                <w:lang w:val="es-MX"/>
              </w:rPr>
            </w:pPr>
            <w:r>
              <w:rPr>
                <w:lang w:val="es-MX"/>
              </w:rPr>
              <w:t>-</w:t>
            </w:r>
          </w:p>
        </w:tc>
      </w:tr>
      <w:tr w:rsidR="00D81279" w:rsidRPr="00D2338A" w14:paraId="4CE9E6A6" w14:textId="77777777" w:rsidTr="003B18B2">
        <w:trPr>
          <w:cantSplit/>
          <w:trHeight w:val="121"/>
        </w:trPr>
        <w:tc>
          <w:tcPr>
            <w:tcW w:w="6219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6594C" w14:textId="77777777" w:rsidR="00D81279" w:rsidRPr="00D2338A" w:rsidRDefault="00D81279" w:rsidP="003B18B2">
            <w:pPr>
              <w:jc w:val="both"/>
              <w:rPr>
                <w:lang w:val="es-MX"/>
              </w:rPr>
            </w:pPr>
          </w:p>
        </w:tc>
        <w:sdt>
          <w:sdtPr>
            <w:rPr>
              <w:lang w:val="es-MX"/>
            </w:rPr>
            <w:alias w:val="Subtotal:"/>
            <w:tag w:val="Subtotal:"/>
            <w:id w:val="-1489780418"/>
            <w:placeholder>
              <w:docPart w:val="40A36D0D70E74F95B892FA180D59A975"/>
            </w:placeholder>
            <w:temporary/>
            <w:showingPlcHdr/>
            <w15:appearance w15:val="hidden"/>
          </w:sdtPr>
          <w:sdtContent>
            <w:tc>
              <w:tcPr>
                <w:tcW w:w="1697" w:type="dxa"/>
                <w:tcBorders>
                  <w:top w:val="single" w:sz="4" w:space="0" w:color="365F91" w:themeColor="accent1" w:themeShade="BF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14:paraId="0E9C73BB" w14:textId="77777777" w:rsidR="00D81279" w:rsidRPr="00D2338A" w:rsidRDefault="00D81279" w:rsidP="00D81279">
                <w:pPr>
                  <w:pStyle w:val="Etiquetas"/>
                  <w:rPr>
                    <w:lang w:val="es-MX"/>
                  </w:rPr>
                </w:pPr>
                <w:r w:rsidRPr="00D2338A">
                  <w:rPr>
                    <w:lang w:val="es-MX" w:bidi="es-MX"/>
                  </w:rPr>
                  <w:t>Subtotal</w:t>
                </w:r>
              </w:p>
            </w:tc>
          </w:sdtContent>
        </w:sdt>
        <w:tc>
          <w:tcPr>
            <w:tcW w:w="167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23108C7A" w14:textId="0656B336" w:rsidR="00D81279" w:rsidRPr="00D2338A" w:rsidRDefault="003B18B2" w:rsidP="00D81279">
            <w:pPr>
              <w:pStyle w:val="Importe"/>
              <w:rPr>
                <w:lang w:val="es-MX"/>
              </w:rPr>
            </w:pPr>
            <w:r>
              <w:rPr>
                <w:lang w:val="es-MX"/>
              </w:rPr>
              <w:t>$ 15,086.20</w:t>
            </w:r>
          </w:p>
        </w:tc>
      </w:tr>
      <w:tr w:rsidR="00D81279" w:rsidRPr="00D2338A" w14:paraId="41CC4519" w14:textId="77777777" w:rsidTr="003B18B2">
        <w:trPr>
          <w:cantSplit/>
          <w:trHeight w:val="649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25D20" w14:textId="433FC83C" w:rsidR="005630E4" w:rsidRPr="005630E4" w:rsidRDefault="005630E4" w:rsidP="003B18B2">
            <w:pPr>
              <w:jc w:val="both"/>
              <w:rPr>
                <w:color w:val="FF0000"/>
                <w:sz w:val="14"/>
                <w:szCs w:val="14"/>
                <w:lang w:val="es-MX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0FB60E7" w14:textId="6C914407" w:rsidR="00D81279" w:rsidRPr="00D2338A" w:rsidRDefault="003B18B2" w:rsidP="00D81279">
            <w:pPr>
              <w:pStyle w:val="Etiquetas"/>
              <w:rPr>
                <w:lang w:val="es-MX"/>
              </w:rPr>
            </w:pPr>
            <w:r>
              <w:rPr>
                <w:lang w:val="es-MX"/>
              </w:rPr>
              <w:t>iva</w:t>
            </w:r>
          </w:p>
        </w:tc>
        <w:tc>
          <w:tcPr>
            <w:tcW w:w="167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06C15450" w14:textId="10F12BC6" w:rsidR="00D81279" w:rsidRPr="00D2338A" w:rsidRDefault="003B18B2" w:rsidP="003B18B2">
            <w:pPr>
              <w:pStyle w:val="Importe"/>
              <w:jc w:val="center"/>
              <w:rPr>
                <w:lang w:val="es-MX"/>
              </w:rPr>
            </w:pPr>
            <w:r>
              <w:rPr>
                <w:lang w:val="es-MX"/>
              </w:rPr>
              <w:t>$ 2,413.79</w:t>
            </w:r>
          </w:p>
        </w:tc>
      </w:tr>
      <w:tr w:rsidR="00D81279" w:rsidRPr="00D2338A" w14:paraId="0048A5EA" w14:textId="77777777" w:rsidTr="00D81279">
        <w:trPr>
          <w:cantSplit/>
          <w:trHeight w:val="288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3A739" w14:textId="77777777" w:rsidR="00D81279" w:rsidRPr="00D2338A" w:rsidRDefault="00D81279" w:rsidP="00D81279">
            <w:pPr>
              <w:rPr>
                <w:lang w:val="es-MX"/>
              </w:rPr>
            </w:pPr>
          </w:p>
        </w:tc>
        <w:sdt>
          <w:sdtPr>
            <w:rPr>
              <w:lang w:val="es-MX"/>
            </w:rPr>
            <w:alias w:val="Total:"/>
            <w:tag w:val="Total:"/>
            <w:id w:val="1691648536"/>
            <w:placeholder>
              <w:docPart w:val="0A1BCFB61F784D9495FF42461112824E"/>
            </w:placeholder>
            <w:temporary/>
            <w:showingPlcHdr/>
            <w15:appearance w15:val="hidden"/>
          </w:sdtPr>
          <w:sdtContent>
            <w:tc>
              <w:tcPr>
                <w:tcW w:w="1697" w:type="dxa"/>
                <w:tcBorders>
                  <w:top w:val="nil"/>
                  <w:left w:val="nil"/>
                  <w:bottom w:val="nil"/>
                  <w:right w:val="single" w:sz="4" w:space="0" w:color="365F91" w:themeColor="accent1" w:themeShade="BF"/>
                </w:tcBorders>
                <w:shd w:val="clear" w:color="auto" w:fill="auto"/>
                <w:vAlign w:val="center"/>
              </w:tcPr>
              <w:p w14:paraId="59B31910" w14:textId="77777777" w:rsidR="00D81279" w:rsidRPr="00D2338A" w:rsidRDefault="00D81279" w:rsidP="00D81279">
                <w:pPr>
                  <w:pStyle w:val="Etiquetas"/>
                  <w:rPr>
                    <w:lang w:val="es-MX"/>
                  </w:rPr>
                </w:pPr>
                <w:r w:rsidRPr="00D2338A">
                  <w:rPr>
                    <w:lang w:val="es-MX" w:bidi="es-MX"/>
                  </w:rPr>
                  <w:t>Total</w:t>
                </w:r>
              </w:p>
            </w:tc>
          </w:sdtContent>
        </w:sdt>
        <w:tc>
          <w:tcPr>
            <w:tcW w:w="167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14:paraId="46D54F1B" w14:textId="369740B5" w:rsidR="003B18B2" w:rsidRPr="00D2338A" w:rsidRDefault="003B18B2" w:rsidP="003B18B2">
            <w:pPr>
              <w:pStyle w:val="Importe"/>
              <w:rPr>
                <w:lang w:val="es-MX"/>
              </w:rPr>
            </w:pPr>
            <w:r>
              <w:rPr>
                <w:lang w:val="es-MX"/>
              </w:rPr>
              <w:t>$ 17,500.00</w:t>
            </w:r>
          </w:p>
        </w:tc>
      </w:tr>
    </w:tbl>
    <w:p w14:paraId="7E11B315" w14:textId="77777777" w:rsidR="00CB2E13" w:rsidRPr="00D2338A" w:rsidRDefault="00CB2E13" w:rsidP="00207555">
      <w:pPr>
        <w:rPr>
          <w:lang w:val="es-MX"/>
        </w:rPr>
      </w:pPr>
    </w:p>
    <w:tbl>
      <w:tblPr>
        <w:tblW w:w="4830" w:type="pct"/>
        <w:tblLook w:val="0000" w:firstRow="0" w:lastRow="0" w:firstColumn="0" w:lastColumn="0" w:noHBand="0" w:noVBand="0"/>
        <w:tblDescription w:val="Escribe el presupuesto preparado por nombre de usuario, declaración, firma para aceptar y mensaje de agradecimiento en esta tabla"/>
      </w:tblPr>
      <w:tblGrid>
        <w:gridCol w:w="9276"/>
      </w:tblGrid>
      <w:tr w:rsidR="00CA1CFC" w:rsidRPr="00D2338A" w14:paraId="0E780343" w14:textId="77777777" w:rsidTr="003B18B2">
        <w:trPr>
          <w:trHeight w:val="328"/>
        </w:trPr>
        <w:tc>
          <w:tcPr>
            <w:tcW w:w="9275" w:type="dxa"/>
            <w:shd w:val="clear" w:color="auto" w:fill="auto"/>
            <w:tcMar>
              <w:top w:w="432" w:type="dxa"/>
              <w:left w:w="115" w:type="dxa"/>
              <w:bottom w:w="0" w:type="dxa"/>
              <w:right w:w="115" w:type="dxa"/>
            </w:tcMar>
            <w:vAlign w:val="center"/>
          </w:tcPr>
          <w:p w14:paraId="1B02DC22" w14:textId="77777777" w:rsidR="003A1E70" w:rsidRPr="00D2338A" w:rsidRDefault="003A1E70" w:rsidP="00727B08">
            <w:pPr>
              <w:pStyle w:val="Letrapequea"/>
              <w:rPr>
                <w:lang w:val="es-MX"/>
              </w:rPr>
            </w:pPr>
          </w:p>
          <w:p w14:paraId="57C3D2BA" w14:textId="77777777" w:rsidR="00CA1CFC" w:rsidRPr="00D2338A" w:rsidRDefault="00000000" w:rsidP="00215AFC">
            <w:pPr>
              <w:pStyle w:val="Letrapequea"/>
              <w:rPr>
                <w:lang w:val="es-MX"/>
              </w:rPr>
            </w:pPr>
            <w:sdt>
              <w:sdtPr>
                <w:rPr>
                  <w:lang w:val="es-MX"/>
                </w:rPr>
                <w:alias w:val="Para aceptar este presupuesto, firmar aquí y devolver:"/>
                <w:tag w:val="Para aceptar este presupuesto, firmar aquí y devolver:"/>
                <w:id w:val="-1552994621"/>
                <w:placeholder>
                  <w:docPart w:val="4CFEE2EDEFA041DD998E6C6787EF5C35"/>
                </w:placeholder>
                <w:temporary/>
                <w:showingPlcHdr/>
                <w15:appearance w15:val="hidden"/>
              </w:sdtPr>
              <w:sdtContent>
                <w:r w:rsidR="00386F5F" w:rsidRPr="00D2338A">
                  <w:rPr>
                    <w:lang w:val="es-MX" w:bidi="es-MX"/>
                  </w:rPr>
                  <w:t>Para aceptar este presupuesto, firmar aquí y devolver:</w:t>
                </w:r>
              </w:sdtContent>
            </w:sdt>
            <w:r w:rsidR="00727B08" w:rsidRPr="00D2338A">
              <w:rPr>
                <w:lang w:val="es-MX" w:bidi="es-MX"/>
              </w:rPr>
              <w:t xml:space="preserve"> </w:t>
            </w:r>
            <w:r w:rsidR="00727B08" w:rsidRPr="00D2338A">
              <w:rPr>
                <w:lang w:val="es-MX" w:bidi="es-MX"/>
              </w:rPr>
              <w:tab/>
            </w:r>
          </w:p>
        </w:tc>
      </w:tr>
      <w:tr w:rsidR="003A1E70" w:rsidRPr="00D2338A" w14:paraId="085DEB8A" w14:textId="77777777" w:rsidTr="003B18B2">
        <w:trPr>
          <w:trHeight w:val="106"/>
        </w:trPr>
        <w:tc>
          <w:tcPr>
            <w:tcW w:w="9275" w:type="dxa"/>
            <w:shd w:val="clear" w:color="auto" w:fill="auto"/>
            <w:tcMar>
              <w:top w:w="115" w:type="dxa"/>
              <w:left w:w="115" w:type="dxa"/>
              <w:bottom w:w="0" w:type="dxa"/>
              <w:right w:w="115" w:type="dxa"/>
            </w:tcMar>
            <w:vAlign w:val="center"/>
          </w:tcPr>
          <w:p w14:paraId="2D21E514" w14:textId="2970CF32" w:rsidR="003A1E70" w:rsidRPr="00D2338A" w:rsidRDefault="003A1E70" w:rsidP="00727B08">
            <w:pPr>
              <w:pStyle w:val="Gracias"/>
              <w:rPr>
                <w:lang w:val="es-MX"/>
              </w:rPr>
            </w:pPr>
          </w:p>
        </w:tc>
      </w:tr>
    </w:tbl>
    <w:p w14:paraId="1621B440" w14:textId="0F785CCC" w:rsidR="00B764B8" w:rsidRPr="00D2338A" w:rsidRDefault="003B18B2" w:rsidP="003B18B2">
      <w:pPr>
        <w:jc w:val="center"/>
        <w:rPr>
          <w:lang w:val="es-MX"/>
        </w:rPr>
      </w:pPr>
      <w:r>
        <w:rPr>
          <w:lang w:val="es-MX"/>
        </w:rPr>
        <w:t xml:space="preserve">ALVACAR AGRADECE TU CONFIANZA. </w:t>
      </w:r>
    </w:p>
    <w:sectPr w:rsidR="00B764B8" w:rsidRPr="00D2338A" w:rsidSect="00D256A3">
      <w:headerReference w:type="default" r:id="rId8"/>
      <w:footerReference w:type="default" r:id="rId9"/>
      <w:pgSz w:w="11906" w:h="16838" w:code="9"/>
      <w:pgMar w:top="1276" w:right="1152" w:bottom="864" w:left="115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0BD1" w14:textId="77777777" w:rsidR="00493ADB" w:rsidRDefault="00493ADB">
      <w:r>
        <w:separator/>
      </w:r>
    </w:p>
  </w:endnote>
  <w:endnote w:type="continuationSeparator" w:id="0">
    <w:p w14:paraId="4C762137" w14:textId="77777777" w:rsidR="00493ADB" w:rsidRDefault="0049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092" w14:textId="77777777" w:rsidR="00FC55BD" w:rsidRPr="00D2338A" w:rsidRDefault="00FC55BD">
    <w:pPr>
      <w:pStyle w:val="Piedepgina"/>
      <w:rPr>
        <w:lang w:val="es-MX"/>
      </w:rPr>
    </w:pPr>
    <w:r w:rsidRPr="00D2338A">
      <w:rPr>
        <w:noProof/>
        <w:lang w:val="es-MX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57AA4E25" wp14:editId="3B84D07C">
              <wp:simplePos x="0" y="0"/>
              <wp:positionH relativeFrom="page">
                <wp:posOffset>636270</wp:posOffset>
              </wp:positionH>
              <wp:positionV relativeFrom="margin">
                <wp:posOffset>8465185</wp:posOffset>
              </wp:positionV>
              <wp:extent cx="6300000" cy="555625"/>
              <wp:effectExtent l="0" t="0" r="5715" b="15875"/>
              <wp:wrapNone/>
              <wp:docPr id="5" name="Grupo 26" descr="Degradado azul en el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00000" cy="555625"/>
                        <a:chOff x="1066" y="14085"/>
                        <a:chExt cx="10081" cy="875"/>
                      </a:xfrm>
                    </wpg:grpSpPr>
                    <wps:wsp>
                      <wps:cNvPr id="7" name="Rectángulo 27" descr="Degradado azul en el rectángulo"/>
                      <wps:cNvSpPr>
                        <a:spLocks noChangeArrowheads="1"/>
                      </wps:cNvSpPr>
                      <wps:spPr bwMode="auto">
                        <a:xfrm>
                          <a:off x="1066" y="14085"/>
                          <a:ext cx="10081" cy="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ínea 28" descr="Conector de línea"/>
                      <wps:cNvCnPr>
                        <a:cxnSpLocks noChangeShapeType="1"/>
                      </wps:cNvCnPr>
                      <wps:spPr bwMode="auto">
                        <a:xfrm>
                          <a:off x="1080" y="14936"/>
                          <a:ext cx="10051" cy="7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85ABBA" id="Grupo 26" o:spid="_x0000_s1026" alt="Degradado azul en el rectángulo" style="position:absolute;margin-left:50.1pt;margin-top:666.55pt;width:496.05pt;height:43.75pt;z-index:-251657216;mso-position-horizontal-relative:page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" o:allowincell="f">
              <v:rect id="Rectángulo 27" o:spid="_x0000_s1027" alt="Degradado azul en el rectángulo" style="position:absolute;left:1066;top:14085;width:10081;height: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" stroked="f">
                <v:fill color2="#b8cce4 [1300]" rotate="t" focus="100%" type="gradient"/>
              </v:rect>
              <v:line id="Línea 28" o:spid="_x0000_s1028" alt="Conector de línea" style="position:absolute;visibility:visible;mso-wrap-style:square" from="1080,14936" to="11131,14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" strokecolor="#365f91 [2404]" strokeweight=".5pt"/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B7BCD" w14:textId="77777777" w:rsidR="00493ADB" w:rsidRDefault="00493ADB">
      <w:r>
        <w:separator/>
      </w:r>
    </w:p>
  </w:footnote>
  <w:footnote w:type="continuationSeparator" w:id="0">
    <w:p w14:paraId="28590E65" w14:textId="77777777" w:rsidR="00493ADB" w:rsidRDefault="00493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84096" w14:textId="77777777" w:rsidR="00FC55BD" w:rsidRPr="00D2338A" w:rsidRDefault="00FC55BD">
    <w:pPr>
      <w:pStyle w:val="Encabezado"/>
      <w:rPr>
        <w:lang w:val="es-MX"/>
      </w:rPr>
    </w:pPr>
    <w:r w:rsidRPr="00D2338A">
      <w:rPr>
        <w:noProof/>
        <w:lang w:val="es-MX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A89FDE8" wp14:editId="4ADE9295">
              <wp:simplePos x="0" y="0"/>
              <wp:positionH relativeFrom="margin">
                <wp:posOffset>-7620</wp:posOffset>
              </wp:positionH>
              <wp:positionV relativeFrom="margin">
                <wp:posOffset>9525</wp:posOffset>
              </wp:positionV>
              <wp:extent cx="6120000" cy="1242695"/>
              <wp:effectExtent l="0" t="0" r="0" b="0"/>
              <wp:wrapNone/>
              <wp:docPr id="9" name="Rectángulo 13" descr="Degradado azul en el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0000" cy="124269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accent1">
                              <a:lumMod val="40000"/>
                              <a:lumOff val="60000"/>
                            </a:schemeClr>
                          </a:gs>
                          <a:gs pos="100000">
                            <a:srgbClr val="FFFFF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BE0E89" id="Rectángulo 13" o:spid="_x0000_s1026" alt="Degradado azul en el rectángulo" style="position:absolute;margin-left:-.6pt;margin-top:.75pt;width:481.9pt;height:97.8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" o:allowincell="f" fillcolor="#b8cce4 [1300]" stroked="f">
              <v:fill rotate="t" focus="100%" type="gradient"/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563A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7D0AB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30A8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BA9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CC21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DA95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92C4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3A0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948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FA9E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DCA095B"/>
    <w:multiLevelType w:val="hybridMultilevel"/>
    <w:tmpl w:val="469C4A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2044645">
    <w:abstractNumId w:val="10"/>
  </w:num>
  <w:num w:numId="2" w16cid:durableId="312491593">
    <w:abstractNumId w:val="12"/>
  </w:num>
  <w:num w:numId="3" w16cid:durableId="65417449">
    <w:abstractNumId w:val="9"/>
  </w:num>
  <w:num w:numId="4" w16cid:durableId="1951469198">
    <w:abstractNumId w:val="7"/>
  </w:num>
  <w:num w:numId="5" w16cid:durableId="2017998543">
    <w:abstractNumId w:val="6"/>
  </w:num>
  <w:num w:numId="6" w16cid:durableId="1963535420">
    <w:abstractNumId w:val="5"/>
  </w:num>
  <w:num w:numId="7" w16cid:durableId="873271743">
    <w:abstractNumId w:val="4"/>
  </w:num>
  <w:num w:numId="8" w16cid:durableId="1576357143">
    <w:abstractNumId w:val="8"/>
  </w:num>
  <w:num w:numId="9" w16cid:durableId="1116826953">
    <w:abstractNumId w:val="3"/>
  </w:num>
  <w:num w:numId="10" w16cid:durableId="1172186964">
    <w:abstractNumId w:val="2"/>
  </w:num>
  <w:num w:numId="11" w16cid:durableId="202862029">
    <w:abstractNumId w:val="1"/>
  </w:num>
  <w:num w:numId="12" w16cid:durableId="2066369097">
    <w:abstractNumId w:val="0"/>
  </w:num>
  <w:num w:numId="13" w16cid:durableId="10372696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2050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2E"/>
    <w:rsid w:val="00002021"/>
    <w:rsid w:val="00012C15"/>
    <w:rsid w:val="00012DA5"/>
    <w:rsid w:val="00017A97"/>
    <w:rsid w:val="000226F2"/>
    <w:rsid w:val="000403E8"/>
    <w:rsid w:val="000417F9"/>
    <w:rsid w:val="00043699"/>
    <w:rsid w:val="00055E69"/>
    <w:rsid w:val="00056E24"/>
    <w:rsid w:val="000A497B"/>
    <w:rsid w:val="000A72A8"/>
    <w:rsid w:val="000C60AF"/>
    <w:rsid w:val="000D3364"/>
    <w:rsid w:val="000E447F"/>
    <w:rsid w:val="000E592C"/>
    <w:rsid w:val="000F1D23"/>
    <w:rsid w:val="0015744F"/>
    <w:rsid w:val="00163CF2"/>
    <w:rsid w:val="001724F6"/>
    <w:rsid w:val="00180611"/>
    <w:rsid w:val="001B2A81"/>
    <w:rsid w:val="001B5462"/>
    <w:rsid w:val="001B5F25"/>
    <w:rsid w:val="001D2542"/>
    <w:rsid w:val="001D6696"/>
    <w:rsid w:val="001E3C2E"/>
    <w:rsid w:val="001F1EA7"/>
    <w:rsid w:val="0020532B"/>
    <w:rsid w:val="00205DD6"/>
    <w:rsid w:val="00207555"/>
    <w:rsid w:val="0021009B"/>
    <w:rsid w:val="00213FAA"/>
    <w:rsid w:val="00215AFC"/>
    <w:rsid w:val="00246484"/>
    <w:rsid w:val="00251C32"/>
    <w:rsid w:val="00255B08"/>
    <w:rsid w:val="00326411"/>
    <w:rsid w:val="00341D54"/>
    <w:rsid w:val="003465E2"/>
    <w:rsid w:val="0035481F"/>
    <w:rsid w:val="00360D3D"/>
    <w:rsid w:val="00370561"/>
    <w:rsid w:val="003756B5"/>
    <w:rsid w:val="00386F5F"/>
    <w:rsid w:val="00387E68"/>
    <w:rsid w:val="003A1E70"/>
    <w:rsid w:val="003B18B2"/>
    <w:rsid w:val="003B7E00"/>
    <w:rsid w:val="003C1229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93ADB"/>
    <w:rsid w:val="004D6D3B"/>
    <w:rsid w:val="004E3995"/>
    <w:rsid w:val="004F3FB4"/>
    <w:rsid w:val="00511D2E"/>
    <w:rsid w:val="00522EAB"/>
    <w:rsid w:val="00531C77"/>
    <w:rsid w:val="005404D4"/>
    <w:rsid w:val="00551108"/>
    <w:rsid w:val="00552F77"/>
    <w:rsid w:val="005630E4"/>
    <w:rsid w:val="0058338F"/>
    <w:rsid w:val="00584C74"/>
    <w:rsid w:val="00584EBA"/>
    <w:rsid w:val="005A6D66"/>
    <w:rsid w:val="005B4FCB"/>
    <w:rsid w:val="005B7ABD"/>
    <w:rsid w:val="005D261E"/>
    <w:rsid w:val="00606DC2"/>
    <w:rsid w:val="006171BA"/>
    <w:rsid w:val="00640AAC"/>
    <w:rsid w:val="00647F33"/>
    <w:rsid w:val="0065596D"/>
    <w:rsid w:val="006A68E8"/>
    <w:rsid w:val="006C4528"/>
    <w:rsid w:val="006C6182"/>
    <w:rsid w:val="006D2782"/>
    <w:rsid w:val="006F21A0"/>
    <w:rsid w:val="006F752E"/>
    <w:rsid w:val="00703C78"/>
    <w:rsid w:val="00704EC2"/>
    <w:rsid w:val="0070500E"/>
    <w:rsid w:val="0071543E"/>
    <w:rsid w:val="00723603"/>
    <w:rsid w:val="00727B08"/>
    <w:rsid w:val="0074437D"/>
    <w:rsid w:val="007501D0"/>
    <w:rsid w:val="00751F2C"/>
    <w:rsid w:val="00761383"/>
    <w:rsid w:val="00763353"/>
    <w:rsid w:val="00763758"/>
    <w:rsid w:val="00787234"/>
    <w:rsid w:val="007A07D7"/>
    <w:rsid w:val="007A0C5E"/>
    <w:rsid w:val="007C1315"/>
    <w:rsid w:val="007C52B8"/>
    <w:rsid w:val="007C5A8E"/>
    <w:rsid w:val="007C7496"/>
    <w:rsid w:val="007D49EA"/>
    <w:rsid w:val="007F3D8D"/>
    <w:rsid w:val="007F4E44"/>
    <w:rsid w:val="008044FF"/>
    <w:rsid w:val="0081446C"/>
    <w:rsid w:val="00824635"/>
    <w:rsid w:val="0086204F"/>
    <w:rsid w:val="00897D19"/>
    <w:rsid w:val="008A1909"/>
    <w:rsid w:val="008A1A69"/>
    <w:rsid w:val="008A3C48"/>
    <w:rsid w:val="008A4FC8"/>
    <w:rsid w:val="008B549F"/>
    <w:rsid w:val="008C1DFD"/>
    <w:rsid w:val="008D63CA"/>
    <w:rsid w:val="008E6D99"/>
    <w:rsid w:val="008F7829"/>
    <w:rsid w:val="00904F13"/>
    <w:rsid w:val="00923ED7"/>
    <w:rsid w:val="0093291A"/>
    <w:rsid w:val="0093568C"/>
    <w:rsid w:val="009463E1"/>
    <w:rsid w:val="009520ED"/>
    <w:rsid w:val="00961A6A"/>
    <w:rsid w:val="00966790"/>
    <w:rsid w:val="0098251A"/>
    <w:rsid w:val="009A1F18"/>
    <w:rsid w:val="009A6AF5"/>
    <w:rsid w:val="009C5836"/>
    <w:rsid w:val="009E1965"/>
    <w:rsid w:val="009E6065"/>
    <w:rsid w:val="009E7724"/>
    <w:rsid w:val="00A10B6B"/>
    <w:rsid w:val="00A11DBF"/>
    <w:rsid w:val="00A1319C"/>
    <w:rsid w:val="00A4752F"/>
    <w:rsid w:val="00A57FAF"/>
    <w:rsid w:val="00A62877"/>
    <w:rsid w:val="00A67B29"/>
    <w:rsid w:val="00A71F71"/>
    <w:rsid w:val="00A74C60"/>
    <w:rsid w:val="00AB03C9"/>
    <w:rsid w:val="00B06781"/>
    <w:rsid w:val="00B509E3"/>
    <w:rsid w:val="00B530A0"/>
    <w:rsid w:val="00B7167B"/>
    <w:rsid w:val="00B764B8"/>
    <w:rsid w:val="00B929D8"/>
    <w:rsid w:val="00B96B3F"/>
    <w:rsid w:val="00BA71B8"/>
    <w:rsid w:val="00BA7FA7"/>
    <w:rsid w:val="00BB4DAA"/>
    <w:rsid w:val="00BB763E"/>
    <w:rsid w:val="00BC457F"/>
    <w:rsid w:val="00BC5200"/>
    <w:rsid w:val="00BD0D4F"/>
    <w:rsid w:val="00BD7A44"/>
    <w:rsid w:val="00BF5558"/>
    <w:rsid w:val="00C1473F"/>
    <w:rsid w:val="00C22B70"/>
    <w:rsid w:val="00C276BE"/>
    <w:rsid w:val="00C32AE1"/>
    <w:rsid w:val="00C379F1"/>
    <w:rsid w:val="00C419F2"/>
    <w:rsid w:val="00C43BE7"/>
    <w:rsid w:val="00C52E4D"/>
    <w:rsid w:val="00C60CDF"/>
    <w:rsid w:val="00C66691"/>
    <w:rsid w:val="00C66AD0"/>
    <w:rsid w:val="00C74974"/>
    <w:rsid w:val="00CA1CFC"/>
    <w:rsid w:val="00CB2E13"/>
    <w:rsid w:val="00CB4CBD"/>
    <w:rsid w:val="00CD5AB0"/>
    <w:rsid w:val="00CF01AF"/>
    <w:rsid w:val="00D2338A"/>
    <w:rsid w:val="00D256A3"/>
    <w:rsid w:val="00D33CEA"/>
    <w:rsid w:val="00D36630"/>
    <w:rsid w:val="00D4146A"/>
    <w:rsid w:val="00D45E69"/>
    <w:rsid w:val="00D514A2"/>
    <w:rsid w:val="00D6023E"/>
    <w:rsid w:val="00D7042E"/>
    <w:rsid w:val="00D76A11"/>
    <w:rsid w:val="00D81279"/>
    <w:rsid w:val="00D87572"/>
    <w:rsid w:val="00D8761E"/>
    <w:rsid w:val="00DC1152"/>
    <w:rsid w:val="00DE09CB"/>
    <w:rsid w:val="00DF7693"/>
    <w:rsid w:val="00E27198"/>
    <w:rsid w:val="00E358C1"/>
    <w:rsid w:val="00E371FA"/>
    <w:rsid w:val="00E42426"/>
    <w:rsid w:val="00E43328"/>
    <w:rsid w:val="00E6107D"/>
    <w:rsid w:val="00E614CB"/>
    <w:rsid w:val="00E9764B"/>
    <w:rsid w:val="00EF58B4"/>
    <w:rsid w:val="00F1292B"/>
    <w:rsid w:val="00F52042"/>
    <w:rsid w:val="00F64BE0"/>
    <w:rsid w:val="00F70E38"/>
    <w:rsid w:val="00FB1848"/>
    <w:rsid w:val="00FC55BD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b5e91,#c6d4e8"/>
    </o:shapedefaults>
    <o:shapelayout v:ext="edit">
      <o:idmap v:ext="edit" data="2"/>
    </o:shapelayout>
  </w:shapeDefaults>
  <w:decimalSymbol w:val="."/>
  <w:listSeparator w:val=","/>
  <w14:docId w14:val="19DECF77"/>
  <w15:docId w15:val="{AFD0364E-563A-4823-A596-B8FD8544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5B08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Ttulo1">
    <w:name w:val="heading 1"/>
    <w:basedOn w:val="Normal"/>
    <w:next w:val="Normal"/>
    <w:uiPriority w:val="9"/>
    <w:qFormat/>
    <w:rsid w:val="00D36630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36630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Ttulo3">
    <w:name w:val="heading 3"/>
    <w:basedOn w:val="Normal"/>
    <w:next w:val="Normal"/>
    <w:uiPriority w:val="9"/>
    <w:semiHidden/>
    <w:unhideWhenUsed/>
    <w:rsid w:val="00A71F71"/>
    <w:pPr>
      <w:outlineLvl w:val="2"/>
    </w:pPr>
    <w:rPr>
      <w:i/>
      <w:sz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548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5481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5481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5481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5481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16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5481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6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35481F"/>
    <w:rPr>
      <w:rFonts w:asciiTheme="majorHAnsi" w:hAnsiTheme="majorHAnsi"/>
      <w:b/>
      <w:caps/>
      <w:spacing w:val="4"/>
      <w:sz w:val="15"/>
      <w:szCs w:val="16"/>
    </w:rPr>
  </w:style>
  <w:style w:type="paragraph" w:styleId="Textodeglobo">
    <w:name w:val="Balloon Text"/>
    <w:basedOn w:val="Normal"/>
    <w:uiPriority w:val="99"/>
    <w:semiHidden/>
    <w:rsid w:val="001E3C2E"/>
    <w:rPr>
      <w:rFonts w:ascii="Tahoma" w:hAnsi="Tahoma" w:cs="Tahoma"/>
      <w:sz w:val="16"/>
      <w:szCs w:val="16"/>
    </w:rPr>
  </w:style>
  <w:style w:type="paragraph" w:customStyle="1" w:styleId="Fechaynmero">
    <w:name w:val="Fecha y número"/>
    <w:basedOn w:val="Normal"/>
    <w:link w:val="Caracteresdefechaynmero"/>
    <w:uiPriority w:val="2"/>
    <w:qFormat/>
    <w:rsid w:val="00AB03C9"/>
    <w:pPr>
      <w:jc w:val="right"/>
    </w:pPr>
    <w:rPr>
      <w:caps/>
      <w:sz w:val="16"/>
      <w:szCs w:val="16"/>
    </w:rPr>
  </w:style>
  <w:style w:type="character" w:customStyle="1" w:styleId="Caracteresdefechaynmero">
    <w:name w:val="Caracteres de fecha y número"/>
    <w:basedOn w:val="Fuentedeprrafopredeter"/>
    <w:link w:val="Fechaynmero"/>
    <w:uiPriority w:val="2"/>
    <w:rsid w:val="0035481F"/>
    <w:rPr>
      <w:rFonts w:asciiTheme="minorHAnsi" w:hAnsiTheme="minorHAnsi"/>
      <w:caps/>
      <w:spacing w:val="4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6D2782"/>
    <w:rPr>
      <w:sz w:val="16"/>
      <w:szCs w:val="16"/>
    </w:rPr>
  </w:style>
  <w:style w:type="paragraph" w:styleId="Textocomentario">
    <w:name w:val="annotation text"/>
    <w:basedOn w:val="Normal"/>
    <w:uiPriority w:val="99"/>
    <w:semiHidden/>
    <w:rsid w:val="006D27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uiPriority w:val="99"/>
    <w:semiHidden/>
    <w:rsid w:val="006D2782"/>
    <w:rPr>
      <w:b/>
      <w:bCs/>
    </w:rPr>
  </w:style>
  <w:style w:type="paragraph" w:customStyle="1" w:styleId="Nombre">
    <w:name w:val="Nombre"/>
    <w:basedOn w:val="Normal"/>
    <w:uiPriority w:val="1"/>
    <w:qFormat/>
    <w:rsid w:val="009C5836"/>
    <w:pPr>
      <w:spacing w:line="240" w:lineRule="auto"/>
    </w:pPr>
    <w:rPr>
      <w:b/>
      <w:sz w:val="24"/>
    </w:rPr>
  </w:style>
  <w:style w:type="paragraph" w:customStyle="1" w:styleId="Eslogan">
    <w:name w:val="Eslogan"/>
    <w:basedOn w:val="Normal"/>
    <w:qFormat/>
    <w:rsid w:val="00D36630"/>
    <w:pPr>
      <w:spacing w:before="60" w:line="240" w:lineRule="auto"/>
    </w:pPr>
    <w:rPr>
      <w:i/>
      <w:sz w:val="15"/>
    </w:rPr>
  </w:style>
  <w:style w:type="paragraph" w:customStyle="1" w:styleId="Importe">
    <w:name w:val="Importe"/>
    <w:basedOn w:val="Normal"/>
    <w:uiPriority w:val="2"/>
    <w:qFormat/>
    <w:rsid w:val="00723603"/>
    <w:pPr>
      <w:jc w:val="right"/>
    </w:pPr>
    <w:rPr>
      <w:szCs w:val="20"/>
    </w:rPr>
  </w:style>
  <w:style w:type="paragraph" w:customStyle="1" w:styleId="Gracias">
    <w:name w:val="Gracias"/>
    <w:basedOn w:val="Normal"/>
    <w:qFormat/>
    <w:rsid w:val="00D36630"/>
    <w:pPr>
      <w:jc w:val="center"/>
    </w:pPr>
    <w:rPr>
      <w:b/>
      <w:caps/>
      <w:sz w:val="19"/>
    </w:rPr>
  </w:style>
  <w:style w:type="paragraph" w:customStyle="1" w:styleId="Ttulosdecolumna">
    <w:name w:val="Títulos de columna"/>
    <w:basedOn w:val="Normal"/>
    <w:uiPriority w:val="2"/>
    <w:qFormat/>
    <w:rsid w:val="00D36630"/>
    <w:pPr>
      <w:jc w:val="center"/>
    </w:pPr>
    <w:rPr>
      <w:rFonts w:asciiTheme="majorHAnsi" w:hAnsiTheme="majorHAnsi"/>
      <w:b/>
      <w:caps/>
      <w:sz w:val="15"/>
    </w:rPr>
  </w:style>
  <w:style w:type="paragraph" w:customStyle="1" w:styleId="Centrado">
    <w:name w:val="Centrado"/>
    <w:basedOn w:val="Normal"/>
    <w:uiPriority w:val="2"/>
    <w:qFormat/>
    <w:rsid w:val="00056E24"/>
    <w:pPr>
      <w:spacing w:line="240" w:lineRule="auto"/>
      <w:jc w:val="center"/>
    </w:pPr>
  </w:style>
  <w:style w:type="paragraph" w:customStyle="1" w:styleId="Etiquetas">
    <w:name w:val="Etiquetas"/>
    <w:basedOn w:val="Ttulo2"/>
    <w:uiPriority w:val="3"/>
    <w:qFormat/>
    <w:rsid w:val="003756B5"/>
    <w:pPr>
      <w:jc w:val="right"/>
    </w:pPr>
  </w:style>
  <w:style w:type="paragraph" w:customStyle="1" w:styleId="Fechadevencimiento">
    <w:name w:val="Fecha de vencimiento"/>
    <w:basedOn w:val="Fechaynmero"/>
    <w:link w:val="Carcterdefechadevencimientocarcter"/>
    <w:uiPriority w:val="2"/>
    <w:qFormat/>
    <w:rsid w:val="00D36630"/>
    <w:rPr>
      <w:b/>
    </w:rPr>
  </w:style>
  <w:style w:type="character" w:customStyle="1" w:styleId="Carcterdefechadevencimientocarcter">
    <w:name w:val="Carácter de fecha de vencimiento carácter"/>
    <w:basedOn w:val="Caracteresdefechaynmero"/>
    <w:link w:val="Fechadevencimiento"/>
    <w:uiPriority w:val="2"/>
    <w:rsid w:val="0035481F"/>
    <w:rPr>
      <w:rFonts w:asciiTheme="minorHAnsi" w:hAnsiTheme="minorHAnsi"/>
      <w:b/>
      <w:caps/>
      <w:spacing w:val="4"/>
      <w:sz w:val="16"/>
      <w:szCs w:val="16"/>
    </w:rPr>
  </w:style>
  <w:style w:type="paragraph" w:customStyle="1" w:styleId="Letrapequea">
    <w:name w:val="Letra pequeña"/>
    <w:basedOn w:val="Normal"/>
    <w:link w:val="Carcterdeletrapequea"/>
    <w:qFormat/>
    <w:rsid w:val="00D36630"/>
    <w:pPr>
      <w:tabs>
        <w:tab w:val="right" w:leader="underscore" w:pos="10080"/>
      </w:tabs>
    </w:pPr>
    <w:rPr>
      <w:sz w:val="15"/>
    </w:rPr>
  </w:style>
  <w:style w:type="character" w:customStyle="1" w:styleId="Carcterdeletrapequea">
    <w:name w:val="Carácter de letra pequeña"/>
    <w:basedOn w:val="Fuentedeprrafopredeter"/>
    <w:link w:val="Letrapequea"/>
    <w:rsid w:val="00D36630"/>
    <w:rPr>
      <w:rFonts w:asciiTheme="minorHAnsi" w:hAnsiTheme="minorHAnsi"/>
      <w:spacing w:val="4"/>
      <w:sz w:val="15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36630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55E69"/>
    <w:pPr>
      <w:tabs>
        <w:tab w:val="center" w:pos="4513"/>
        <w:tab w:val="right" w:pos="9026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81F"/>
    <w:rPr>
      <w:rFonts w:asciiTheme="minorHAnsi" w:hAnsiTheme="minorHAnsi"/>
      <w:spacing w:val="4"/>
      <w:sz w:val="17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055E69"/>
    <w:pPr>
      <w:tabs>
        <w:tab w:val="center" w:pos="4513"/>
        <w:tab w:val="right" w:pos="9026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81F"/>
    <w:rPr>
      <w:rFonts w:asciiTheme="minorHAnsi" w:hAnsiTheme="minorHAnsi"/>
      <w:spacing w:val="4"/>
      <w:sz w:val="17"/>
      <w:szCs w:val="18"/>
    </w:rPr>
  </w:style>
  <w:style w:type="paragraph" w:styleId="Textodebloque">
    <w:name w:val="Block Text"/>
    <w:basedOn w:val="Normal"/>
    <w:uiPriority w:val="99"/>
    <w:semiHidden/>
    <w:unhideWhenUsed/>
    <w:rsid w:val="0035481F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5481F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 w:val="17"/>
      <w:szCs w:val="1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5481F"/>
    <w:rPr>
      <w:rFonts w:asciiTheme="majorHAnsi" w:eastAsiaTheme="majorEastAsia" w:hAnsiTheme="majorHAnsi" w:cstheme="majorBidi"/>
      <w:color w:val="365F91" w:themeColor="accent1" w:themeShade="BF"/>
      <w:spacing w:val="4"/>
      <w:sz w:val="17"/>
      <w:szCs w:val="18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5481F"/>
    <w:rPr>
      <w:rFonts w:asciiTheme="majorHAnsi" w:eastAsiaTheme="majorEastAsia" w:hAnsiTheme="majorHAnsi" w:cstheme="majorBidi"/>
      <w:color w:val="243F60" w:themeColor="accent1" w:themeShade="7F"/>
      <w:spacing w:val="4"/>
      <w:sz w:val="17"/>
      <w:szCs w:val="18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5481F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 w:val="17"/>
      <w:szCs w:val="18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5481F"/>
    <w:rPr>
      <w:rFonts w:asciiTheme="majorHAnsi" w:eastAsiaTheme="majorEastAsia" w:hAnsiTheme="majorHAnsi" w:cstheme="majorBidi"/>
      <w:color w:val="272727" w:themeColor="text1" w:themeTint="D8"/>
      <w:spacing w:val="4"/>
      <w:sz w:val="16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5481F"/>
    <w:rPr>
      <w:rFonts w:asciiTheme="majorHAnsi" w:eastAsiaTheme="majorEastAsia" w:hAnsiTheme="majorHAnsi" w:cstheme="majorBidi"/>
      <w:i/>
      <w:iCs/>
      <w:color w:val="272727" w:themeColor="text1" w:themeTint="D8"/>
      <w:spacing w:val="4"/>
      <w:sz w:val="16"/>
      <w:szCs w:val="21"/>
    </w:rPr>
  </w:style>
  <w:style w:type="character" w:styleId="Hipervnculo">
    <w:name w:val="Hyperlink"/>
    <w:basedOn w:val="Fuentedeprrafopredeter"/>
    <w:semiHidden/>
    <w:unhideWhenUsed/>
    <w:rsid w:val="0035481F"/>
    <w:rPr>
      <w:color w:val="17365D" w:themeColor="text2" w:themeShade="BF"/>
      <w:u w:val="single"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35481F"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35481F"/>
    <w:pPr>
      <w:pBdr>
        <w:top w:val="single" w:sz="4" w:space="10" w:color="1F497D" w:themeColor="text2"/>
        <w:bottom w:val="single" w:sz="4" w:space="10" w:color="1F497D" w:themeColor="text2"/>
      </w:pBdr>
      <w:spacing w:before="360" w:after="360"/>
      <w:ind w:left="864" w:right="864"/>
      <w:jc w:val="center"/>
    </w:pPr>
    <w:rPr>
      <w:i/>
      <w:iCs/>
      <w:color w:val="1F497D" w:themeColor="text2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35481F"/>
    <w:rPr>
      <w:rFonts w:asciiTheme="minorHAnsi" w:hAnsiTheme="minorHAnsi"/>
      <w:i/>
      <w:iCs/>
      <w:color w:val="1F497D" w:themeColor="text2"/>
      <w:spacing w:val="4"/>
      <w:sz w:val="17"/>
      <w:szCs w:val="18"/>
    </w:rPr>
  </w:style>
  <w:style w:type="character" w:customStyle="1" w:styleId="Mencinnoresuelta">
    <w:name w:val="Mención no resuelta"/>
    <w:basedOn w:val="Fuentedeprrafopredeter"/>
    <w:uiPriority w:val="99"/>
    <w:semiHidden/>
    <w:unhideWhenUsed/>
    <w:rsid w:val="0035481F"/>
    <w:rPr>
      <w:color w:val="595959" w:themeColor="text1" w:themeTint="A6"/>
      <w:shd w:val="clear" w:color="auto" w:fill="E6E6E6"/>
    </w:rPr>
  </w:style>
  <w:style w:type="character" w:styleId="nfasis">
    <w:name w:val="Emphasis"/>
    <w:basedOn w:val="Fuentedeprrafopredeter"/>
    <w:uiPriority w:val="99"/>
    <w:unhideWhenUsed/>
    <w:qFormat/>
    <w:rsid w:val="00255B08"/>
    <w:rPr>
      <w:iCs/>
      <w:color w:val="595959" w:themeColor="text1" w:themeTint="A6"/>
    </w:rPr>
  </w:style>
  <w:style w:type="paragraph" w:styleId="Prrafodelista">
    <w:name w:val="List Paragraph"/>
    <w:basedOn w:val="Normal"/>
    <w:uiPriority w:val="34"/>
    <w:qFormat/>
    <w:rsid w:val="001D2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winAlvarado\Downloads\tf02808042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2FE52045D44553B9337608A19B2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2EE9C-D9D8-4293-841D-158254D6729B}"/>
      </w:docPartPr>
      <w:docPartBody>
        <w:p w:rsidR="0060179A" w:rsidRDefault="00000000">
          <w:pPr>
            <w:pStyle w:val="382FE52045D44553B9337608A19B2F38"/>
          </w:pPr>
          <w:r w:rsidRPr="00D2338A">
            <w:rPr>
              <w:lang w:bidi="es-MX"/>
            </w:rPr>
            <w:t>Fecha:</w:t>
          </w:r>
        </w:p>
      </w:docPartBody>
    </w:docPart>
    <w:docPart>
      <w:docPartPr>
        <w:name w:val="291D838EF33D40F4868F7E3D35BF9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AA6E6-F1A2-4A73-8716-D094187CA8D7}"/>
      </w:docPartPr>
      <w:docPartBody>
        <w:p w:rsidR="0060179A" w:rsidRDefault="00000000">
          <w:pPr>
            <w:pStyle w:val="291D838EF33D40F4868F7E3D35BF98AE"/>
          </w:pPr>
          <w:r w:rsidRPr="00D2338A">
            <w:rPr>
              <w:lang w:bidi="es-MX"/>
            </w:rPr>
            <w:t>Teléfono</w:t>
          </w:r>
        </w:p>
      </w:docPartBody>
    </w:docPart>
    <w:docPart>
      <w:docPartPr>
        <w:name w:val="D7A57CCA887B4315B941B41D71D92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8C438-01AF-4563-BA67-9FD5BF4E6B0B}"/>
      </w:docPartPr>
      <w:docPartBody>
        <w:p w:rsidR="0060179A" w:rsidRDefault="00000000">
          <w:pPr>
            <w:pStyle w:val="D7A57CCA887B4315B941B41D71D92554"/>
          </w:pPr>
          <w:r w:rsidRPr="00D2338A">
            <w:rPr>
              <w:lang w:bidi="es-MX"/>
            </w:rPr>
            <w:t>Correo</w:t>
          </w:r>
        </w:p>
      </w:docPartBody>
    </w:docPart>
    <w:docPart>
      <w:docPartPr>
        <w:name w:val="649B7192CC814E5FA721AA07137A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396E7-45FC-4932-9054-B0B1C714BDB2}"/>
      </w:docPartPr>
      <w:docPartBody>
        <w:p w:rsidR="0060179A" w:rsidRDefault="00000000">
          <w:pPr>
            <w:pStyle w:val="649B7192CC814E5FA721AA07137ACBB8"/>
          </w:pPr>
          <w:r w:rsidRPr="00D2338A">
            <w:rPr>
              <w:lang w:bidi="es-MX"/>
            </w:rPr>
            <w:t>Fecha</w:t>
          </w:r>
        </w:p>
      </w:docPartBody>
    </w:docPart>
    <w:docPart>
      <w:docPartPr>
        <w:name w:val="C96BCFC4745346048DE18090E656C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D706A-3E1C-4CFD-B774-85F2D5A7302B}"/>
      </w:docPartPr>
      <w:docPartBody>
        <w:p w:rsidR="0060179A" w:rsidRDefault="00000000">
          <w:pPr>
            <w:pStyle w:val="C96BCFC4745346048DE18090E656CBD8"/>
          </w:pPr>
          <w:r w:rsidRPr="00D2338A">
            <w:rPr>
              <w:lang w:bidi="es-MX"/>
            </w:rPr>
            <w:t>Para</w:t>
          </w:r>
        </w:p>
      </w:docPartBody>
    </w:docPart>
    <w:docPart>
      <w:docPartPr>
        <w:name w:val="8D5663753044490187DED3217698D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73DEB-6467-44DA-9A61-B3E2978943DB}"/>
      </w:docPartPr>
      <w:docPartBody>
        <w:p w:rsidR="0060179A" w:rsidRDefault="00000000">
          <w:pPr>
            <w:pStyle w:val="8D5663753044490187DED3217698D4A8"/>
          </w:pPr>
          <w:r w:rsidRPr="00D2338A">
            <w:rPr>
              <w:lang w:bidi="es-MX"/>
            </w:rPr>
            <w:t>trabajo</w:t>
          </w:r>
        </w:p>
      </w:docPartBody>
    </w:docPart>
    <w:docPart>
      <w:docPartPr>
        <w:name w:val="6050FDDAAE044DC4B8B0232E2BCDC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A3C52-4702-4500-83AA-A026931EB99A}"/>
      </w:docPartPr>
      <w:docPartBody>
        <w:p w:rsidR="0060179A" w:rsidRDefault="00000000">
          <w:pPr>
            <w:pStyle w:val="6050FDDAAE044DC4B8B0232E2BCDC707"/>
          </w:pPr>
          <w:r w:rsidRPr="00D2338A">
            <w:rPr>
              <w:lang w:bidi="es-MX"/>
            </w:rPr>
            <w:t>términos de pago</w:t>
          </w:r>
        </w:p>
      </w:docPartBody>
    </w:docPart>
    <w:docPart>
      <w:docPartPr>
        <w:name w:val="033D2A42E60B4281B1354B4A5687F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A2416-6694-4E2E-B0D6-3475B907CA50}"/>
      </w:docPartPr>
      <w:docPartBody>
        <w:p w:rsidR="0060179A" w:rsidRDefault="00000000">
          <w:pPr>
            <w:pStyle w:val="033D2A42E60B4281B1354B4A5687FB94"/>
          </w:pPr>
          <w:r w:rsidRPr="00D2338A">
            <w:rPr>
              <w:lang w:bidi="es-MX"/>
            </w:rPr>
            <w:t>fecha de vencimiento</w:t>
          </w:r>
        </w:p>
      </w:docPartBody>
    </w:docPart>
    <w:docPart>
      <w:docPartPr>
        <w:name w:val="879BF77F524D4043947CE666698854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A60B4-C2B0-48D7-A634-F0AE9812AAB8}"/>
      </w:docPartPr>
      <w:docPartBody>
        <w:p w:rsidR="0060179A" w:rsidRDefault="00000000">
          <w:pPr>
            <w:pStyle w:val="879BF77F524D4043947CE666698854F3"/>
          </w:pPr>
          <w:r w:rsidRPr="00D2338A">
            <w:rPr>
              <w:lang w:bidi="es-MX"/>
            </w:rPr>
            <w:t>cant.</w:t>
          </w:r>
        </w:p>
      </w:docPartBody>
    </w:docPart>
    <w:docPart>
      <w:docPartPr>
        <w:name w:val="5BAEC53FBCA640E7B5F8EAC9A3E5C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FAC99-0E4B-4DD1-BF7E-A6638D8612CB}"/>
      </w:docPartPr>
      <w:docPartBody>
        <w:p w:rsidR="0060179A" w:rsidRDefault="00000000">
          <w:pPr>
            <w:pStyle w:val="5BAEC53FBCA640E7B5F8EAC9A3E5CBCB"/>
          </w:pPr>
          <w:r w:rsidRPr="00D2338A">
            <w:rPr>
              <w:lang w:bidi="es-MX"/>
            </w:rPr>
            <w:t>descripción</w:t>
          </w:r>
        </w:p>
      </w:docPartBody>
    </w:docPart>
    <w:docPart>
      <w:docPartPr>
        <w:name w:val="5CE8ED27590B4AC29538565E1B31A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D394D-44CD-417F-B400-AEAAB220FBC9}"/>
      </w:docPartPr>
      <w:docPartBody>
        <w:p w:rsidR="0060179A" w:rsidRDefault="00000000">
          <w:pPr>
            <w:pStyle w:val="5CE8ED27590B4AC29538565E1B31AA8E"/>
          </w:pPr>
          <w:r w:rsidRPr="00D2338A">
            <w:rPr>
              <w:lang w:bidi="es-MX"/>
            </w:rPr>
            <w:t>precio unitario</w:t>
          </w:r>
        </w:p>
      </w:docPartBody>
    </w:docPart>
    <w:docPart>
      <w:docPartPr>
        <w:name w:val="E180FCDEC5994635A980B99532E13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629F2-5347-43A4-954F-A16BFA44B588}"/>
      </w:docPartPr>
      <w:docPartBody>
        <w:p w:rsidR="0060179A" w:rsidRDefault="00000000">
          <w:pPr>
            <w:pStyle w:val="E180FCDEC5994635A980B99532E139D9"/>
          </w:pPr>
          <w:r w:rsidRPr="00D2338A">
            <w:rPr>
              <w:lang w:bidi="es-MX"/>
            </w:rPr>
            <w:t>total de la línea</w:t>
          </w:r>
        </w:p>
      </w:docPartBody>
    </w:docPart>
    <w:docPart>
      <w:docPartPr>
        <w:name w:val="4CFEE2EDEFA041DD998E6C6787EF5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2575B-937C-4535-8CF6-1301B92950C7}"/>
      </w:docPartPr>
      <w:docPartBody>
        <w:p w:rsidR="0060179A" w:rsidRDefault="00000000">
          <w:pPr>
            <w:pStyle w:val="4CFEE2EDEFA041DD998E6C6787EF5C35"/>
          </w:pPr>
          <w:r w:rsidRPr="00D2338A">
            <w:rPr>
              <w:lang w:bidi="es-MX"/>
            </w:rPr>
            <w:t>Para aceptar este presupuesto, firmar aquí y devolver:</w:t>
          </w:r>
        </w:p>
      </w:docPartBody>
    </w:docPart>
    <w:docPart>
      <w:docPartPr>
        <w:name w:val="40A36D0D70E74F95B892FA180D59A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9E859-34E6-48C6-A1B3-CF52760913C9}"/>
      </w:docPartPr>
      <w:docPartBody>
        <w:p w:rsidR="0060179A" w:rsidRDefault="005A13D8" w:rsidP="005A13D8">
          <w:pPr>
            <w:pStyle w:val="40A36D0D70E74F95B892FA180D59A975"/>
          </w:pPr>
          <w:r w:rsidRPr="00D2338A">
            <w:rPr>
              <w:lang w:bidi="es-MX"/>
            </w:rPr>
            <w:t>Subtotal</w:t>
          </w:r>
        </w:p>
      </w:docPartBody>
    </w:docPart>
    <w:docPart>
      <w:docPartPr>
        <w:name w:val="0A1BCFB61F784D9495FF424611128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00A89-6A74-46B8-AC7A-CB82FFA9012F}"/>
      </w:docPartPr>
      <w:docPartBody>
        <w:p w:rsidR="0060179A" w:rsidRDefault="005A13D8" w:rsidP="005A13D8">
          <w:pPr>
            <w:pStyle w:val="0A1BCFB61F784D9495FF42461112824E"/>
          </w:pPr>
          <w:r w:rsidRPr="00D2338A">
            <w:rPr>
              <w:lang w:bidi="es-MX"/>
            </w:rPr>
            <w:t>Total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D8"/>
    <w:rsid w:val="0029517B"/>
    <w:rsid w:val="005A13D8"/>
    <w:rsid w:val="0060179A"/>
    <w:rsid w:val="00A52593"/>
    <w:rsid w:val="00E1121B"/>
    <w:rsid w:val="00E4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82FE52045D44553B9337608A19B2F38">
    <w:name w:val="382FE52045D44553B9337608A19B2F38"/>
  </w:style>
  <w:style w:type="paragraph" w:customStyle="1" w:styleId="291D838EF33D40F4868F7E3D35BF98AE">
    <w:name w:val="291D838EF33D40F4868F7E3D35BF98AE"/>
  </w:style>
  <w:style w:type="paragraph" w:customStyle="1" w:styleId="D7A57CCA887B4315B941B41D71D92554">
    <w:name w:val="D7A57CCA887B4315B941B41D71D92554"/>
  </w:style>
  <w:style w:type="paragraph" w:customStyle="1" w:styleId="649B7192CC814E5FA721AA07137ACBB8">
    <w:name w:val="649B7192CC814E5FA721AA07137ACBB8"/>
  </w:style>
  <w:style w:type="paragraph" w:customStyle="1" w:styleId="C96BCFC4745346048DE18090E656CBD8">
    <w:name w:val="C96BCFC4745346048DE18090E656CBD8"/>
  </w:style>
  <w:style w:type="paragraph" w:customStyle="1" w:styleId="8D5663753044490187DED3217698D4A8">
    <w:name w:val="8D5663753044490187DED3217698D4A8"/>
  </w:style>
  <w:style w:type="paragraph" w:customStyle="1" w:styleId="6050FDDAAE044DC4B8B0232E2BCDC707">
    <w:name w:val="6050FDDAAE044DC4B8B0232E2BCDC707"/>
  </w:style>
  <w:style w:type="paragraph" w:customStyle="1" w:styleId="033D2A42E60B4281B1354B4A5687FB94">
    <w:name w:val="033D2A42E60B4281B1354B4A5687FB94"/>
  </w:style>
  <w:style w:type="paragraph" w:customStyle="1" w:styleId="879BF77F524D4043947CE666698854F3">
    <w:name w:val="879BF77F524D4043947CE666698854F3"/>
  </w:style>
  <w:style w:type="paragraph" w:customStyle="1" w:styleId="5BAEC53FBCA640E7B5F8EAC9A3E5CBCB">
    <w:name w:val="5BAEC53FBCA640E7B5F8EAC9A3E5CBCB"/>
  </w:style>
  <w:style w:type="paragraph" w:customStyle="1" w:styleId="5CE8ED27590B4AC29538565E1B31AA8E">
    <w:name w:val="5CE8ED27590B4AC29538565E1B31AA8E"/>
  </w:style>
  <w:style w:type="paragraph" w:customStyle="1" w:styleId="E180FCDEC5994635A980B99532E139D9">
    <w:name w:val="E180FCDEC5994635A980B99532E139D9"/>
  </w:style>
  <w:style w:type="character" w:styleId="nfasis">
    <w:name w:val="Emphasis"/>
    <w:basedOn w:val="Fuentedeprrafopredeter"/>
    <w:uiPriority w:val="99"/>
    <w:unhideWhenUsed/>
    <w:qFormat/>
    <w:rsid w:val="005A13D8"/>
    <w:rPr>
      <w:iCs/>
      <w:color w:val="595959" w:themeColor="text1" w:themeTint="A6"/>
    </w:rPr>
  </w:style>
  <w:style w:type="paragraph" w:customStyle="1" w:styleId="4CFEE2EDEFA041DD998E6C6787EF5C35">
    <w:name w:val="4CFEE2EDEFA041DD998E6C6787EF5C35"/>
  </w:style>
  <w:style w:type="paragraph" w:customStyle="1" w:styleId="40A36D0D70E74F95B892FA180D59A975">
    <w:name w:val="40A36D0D70E74F95B892FA180D59A975"/>
    <w:rsid w:val="005A13D8"/>
  </w:style>
  <w:style w:type="paragraph" w:customStyle="1" w:styleId="0A1BCFB61F784D9495FF42461112824E">
    <w:name w:val="0A1BCFB61F784D9495FF42461112824E"/>
    <w:rsid w:val="005A13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tf02808042_win32</Template>
  <TotalTime>6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ALVACAR</dc:subject>
  <dc:creator>Erwin Alvarado</dc:creator>
  <cp:lastModifiedBy>Erwin Alvarado</cp:lastModifiedBy>
  <cp:revision>2</cp:revision>
  <cp:lastPrinted>2023-01-04T17:36:00Z</cp:lastPrinted>
  <dcterms:created xsi:type="dcterms:W3CDTF">2023-02-08T18:15:00Z</dcterms:created>
  <dcterms:modified xsi:type="dcterms:W3CDTF">2023-02-08T18:15:00Z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TC011294621033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